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5EFCB" w14:textId="77777777" w:rsidR="00150BD1" w:rsidRPr="00814D50" w:rsidRDefault="00150BD1" w:rsidP="00814D50">
      <w:pPr>
        <w:jc w:val="center"/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16"/>
          <w:sz w:val="24"/>
        </w:rPr>
        <w:t>入札</w:t>
      </w:r>
      <w:r w:rsidR="001E38C3" w:rsidRPr="00814D50">
        <w:rPr>
          <w:rFonts w:asciiTheme="majorEastAsia" w:eastAsiaTheme="majorEastAsia" w:hAnsiTheme="majorEastAsia" w:hint="eastAsia"/>
          <w:spacing w:val="16"/>
          <w:sz w:val="24"/>
        </w:rPr>
        <w:t>（契約）</w:t>
      </w:r>
      <w:r w:rsidRPr="00814D50">
        <w:rPr>
          <w:rFonts w:asciiTheme="majorEastAsia" w:eastAsiaTheme="majorEastAsia" w:hAnsiTheme="majorEastAsia" w:hint="eastAsia"/>
          <w:spacing w:val="16"/>
          <w:sz w:val="24"/>
        </w:rPr>
        <w:t>保証金</w:t>
      </w:r>
      <w:r w:rsidR="001E38C3" w:rsidRPr="00814D50">
        <w:rPr>
          <w:rFonts w:asciiTheme="majorEastAsia" w:eastAsiaTheme="majorEastAsia" w:hAnsiTheme="majorEastAsia" w:hint="eastAsia"/>
          <w:spacing w:val="16"/>
          <w:sz w:val="24"/>
        </w:rPr>
        <w:t>還付請求書</w:t>
      </w:r>
    </w:p>
    <w:p w14:paraId="24851DF3" w14:textId="77777777" w:rsidR="00814D50" w:rsidRDefault="00814D50" w:rsidP="00814D50">
      <w:pPr>
        <w:jc w:val="right"/>
        <w:rPr>
          <w:rFonts w:asciiTheme="majorEastAsia" w:eastAsiaTheme="majorEastAsia" w:hAnsiTheme="majorEastAsia"/>
          <w:spacing w:val="16"/>
          <w:sz w:val="24"/>
        </w:rPr>
      </w:pPr>
    </w:p>
    <w:p w14:paraId="284D1511" w14:textId="3AB71929" w:rsidR="00150BD1" w:rsidRPr="00814D50" w:rsidRDefault="00150BD1" w:rsidP="00814D50">
      <w:pPr>
        <w:jc w:val="right"/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16"/>
          <w:sz w:val="24"/>
        </w:rPr>
        <w:t>令和</w:t>
      </w:r>
      <w:r w:rsidR="00EC34AE">
        <w:rPr>
          <w:rFonts w:asciiTheme="majorEastAsia" w:eastAsiaTheme="majorEastAsia" w:hAnsiTheme="majorEastAsia" w:hint="eastAsia"/>
          <w:spacing w:val="16"/>
          <w:sz w:val="24"/>
        </w:rPr>
        <w:t>８</w:t>
      </w:r>
      <w:r w:rsidRPr="00814D50">
        <w:rPr>
          <w:rFonts w:asciiTheme="majorEastAsia" w:eastAsiaTheme="majorEastAsia" w:hAnsiTheme="majorEastAsia" w:hint="eastAsia"/>
          <w:spacing w:val="16"/>
          <w:sz w:val="24"/>
        </w:rPr>
        <w:t>年　　月　　日</w:t>
      </w:r>
    </w:p>
    <w:p w14:paraId="36E89FCA" w14:textId="77777777" w:rsidR="00814D50" w:rsidRDefault="00814D50" w:rsidP="00814D50">
      <w:pPr>
        <w:jc w:val="left"/>
        <w:rPr>
          <w:rFonts w:asciiTheme="majorEastAsia" w:eastAsiaTheme="majorEastAsia" w:hAnsiTheme="majorEastAsia"/>
          <w:spacing w:val="16"/>
          <w:sz w:val="24"/>
        </w:rPr>
      </w:pPr>
    </w:p>
    <w:p w14:paraId="302DEA3E" w14:textId="412A493C" w:rsidR="00520537" w:rsidRPr="00814D50" w:rsidRDefault="00520537" w:rsidP="00814D50">
      <w:pPr>
        <w:jc w:val="left"/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16"/>
          <w:sz w:val="24"/>
        </w:rPr>
        <w:t>（</w:t>
      </w:r>
      <w:r w:rsidR="00814D50">
        <w:rPr>
          <w:rFonts w:asciiTheme="majorEastAsia" w:eastAsiaTheme="majorEastAsia" w:hAnsiTheme="majorEastAsia" w:hint="eastAsia"/>
          <w:spacing w:val="16"/>
          <w:sz w:val="24"/>
        </w:rPr>
        <w:t>宛先</w:t>
      </w:r>
      <w:r w:rsidRPr="00814D50">
        <w:rPr>
          <w:rFonts w:asciiTheme="majorEastAsia" w:eastAsiaTheme="majorEastAsia" w:hAnsiTheme="majorEastAsia" w:hint="eastAsia"/>
          <w:spacing w:val="16"/>
          <w:sz w:val="24"/>
        </w:rPr>
        <w:t>）</w:t>
      </w:r>
    </w:p>
    <w:p w14:paraId="6C8027C9" w14:textId="7DDFD0D4" w:rsidR="003B6F0B" w:rsidRPr="00814D50" w:rsidRDefault="003B6F0B" w:rsidP="00814D50">
      <w:pPr>
        <w:jc w:val="left"/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　地方独立行政法人埼玉県立病院機構</w:t>
      </w:r>
    </w:p>
    <w:p w14:paraId="0B832D01" w14:textId="0CAC9BDF" w:rsidR="00150BD1" w:rsidRPr="00814D50" w:rsidRDefault="002E6367" w:rsidP="00814D50">
      <w:pPr>
        <w:jc w:val="left"/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　理事長　岩中　督</w:t>
      </w:r>
    </w:p>
    <w:p w14:paraId="426230E4" w14:textId="77777777" w:rsidR="00150BD1" w:rsidRPr="00814D50" w:rsidRDefault="00150BD1" w:rsidP="00814D50">
      <w:pPr>
        <w:jc w:val="left"/>
        <w:rPr>
          <w:rFonts w:asciiTheme="majorEastAsia" w:eastAsiaTheme="majorEastAsia" w:hAnsiTheme="majorEastAsia"/>
          <w:spacing w:val="16"/>
          <w:sz w:val="24"/>
        </w:rPr>
      </w:pPr>
    </w:p>
    <w:p w14:paraId="4BFA7724" w14:textId="77777777" w:rsidR="00397D28" w:rsidRPr="00814D50" w:rsidRDefault="00397D28" w:rsidP="00814D50">
      <w:pPr>
        <w:jc w:val="left"/>
        <w:rPr>
          <w:rFonts w:asciiTheme="majorEastAsia" w:eastAsiaTheme="majorEastAsia" w:hAnsiTheme="majorEastAsia"/>
          <w:spacing w:val="16"/>
          <w:sz w:val="24"/>
        </w:rPr>
      </w:pPr>
    </w:p>
    <w:p w14:paraId="62B97186" w14:textId="75A7EFBE" w:rsidR="00150BD1" w:rsidRPr="00814D50" w:rsidRDefault="00150BD1" w:rsidP="00814D50">
      <w:pPr>
        <w:ind w:leftChars="1369" w:left="2932"/>
        <w:jc w:val="left"/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637"/>
          <w:kern w:val="0"/>
          <w:sz w:val="24"/>
          <w:fitText w:val="1755" w:id="-779290366"/>
        </w:rPr>
        <w:t>住</w:t>
      </w:r>
      <w:r w:rsidRPr="00814D50">
        <w:rPr>
          <w:rFonts w:asciiTheme="majorEastAsia" w:eastAsiaTheme="majorEastAsia" w:hAnsiTheme="majorEastAsia" w:hint="eastAsia"/>
          <w:kern w:val="0"/>
          <w:sz w:val="24"/>
          <w:fitText w:val="1755" w:id="-779290366"/>
        </w:rPr>
        <w:t>所</w:t>
      </w:r>
    </w:p>
    <w:p w14:paraId="7F450C86" w14:textId="0973C366" w:rsidR="00150BD1" w:rsidRPr="00814D50" w:rsidRDefault="00814D50" w:rsidP="00814D50">
      <w:pPr>
        <w:ind w:leftChars="1369" w:left="2932"/>
        <w:jc w:val="left"/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32"/>
          <w:kern w:val="0"/>
          <w:sz w:val="24"/>
          <w:fitText w:val="1755" w:id="-779290367"/>
        </w:rPr>
        <w:t>商号</w:t>
      </w:r>
      <w:r w:rsidR="009B6D4C" w:rsidRPr="00814D50">
        <w:rPr>
          <w:rFonts w:asciiTheme="majorEastAsia" w:eastAsiaTheme="majorEastAsia" w:hAnsiTheme="majorEastAsia" w:hint="eastAsia"/>
          <w:spacing w:val="32"/>
          <w:kern w:val="0"/>
          <w:sz w:val="24"/>
          <w:fitText w:val="1755" w:id="-779290367"/>
        </w:rPr>
        <w:t>又は名</w:t>
      </w:r>
      <w:r w:rsidR="009B6D4C" w:rsidRPr="00814D50">
        <w:rPr>
          <w:rFonts w:asciiTheme="majorEastAsia" w:eastAsiaTheme="majorEastAsia" w:hAnsiTheme="majorEastAsia" w:hint="eastAsia"/>
          <w:spacing w:val="-2"/>
          <w:kern w:val="0"/>
          <w:sz w:val="24"/>
          <w:fitText w:val="1755" w:id="-779290367"/>
        </w:rPr>
        <w:t>称</w:t>
      </w:r>
    </w:p>
    <w:p w14:paraId="16FE71A2" w14:textId="77777777" w:rsidR="00150BD1" w:rsidRPr="00814D50" w:rsidRDefault="00150BD1" w:rsidP="00814D50">
      <w:pPr>
        <w:ind w:leftChars="1369" w:left="2932"/>
        <w:jc w:val="left"/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32"/>
          <w:kern w:val="0"/>
          <w:sz w:val="24"/>
          <w:fitText w:val="1755" w:id="-779290368"/>
        </w:rPr>
        <w:t>代表者</w:t>
      </w:r>
      <w:r w:rsidR="00397D28" w:rsidRPr="00814D50">
        <w:rPr>
          <w:rFonts w:asciiTheme="majorEastAsia" w:eastAsiaTheme="majorEastAsia" w:hAnsiTheme="majorEastAsia" w:hint="eastAsia"/>
          <w:spacing w:val="32"/>
          <w:kern w:val="0"/>
          <w:sz w:val="24"/>
          <w:fitText w:val="1755" w:id="-779290368"/>
        </w:rPr>
        <w:t>職氏</w:t>
      </w:r>
      <w:r w:rsidRPr="00814D50">
        <w:rPr>
          <w:rFonts w:asciiTheme="majorEastAsia" w:eastAsiaTheme="majorEastAsia" w:hAnsiTheme="majorEastAsia" w:hint="eastAsia"/>
          <w:spacing w:val="-2"/>
          <w:kern w:val="0"/>
          <w:sz w:val="24"/>
          <w:fitText w:val="1755" w:id="-779290368"/>
        </w:rPr>
        <w:t>名</w:t>
      </w:r>
      <w:r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　</w:t>
      </w:r>
      <w:r w:rsidR="00520537"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　</w:t>
      </w:r>
      <w:r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　　</w:t>
      </w:r>
      <w:r w:rsidR="00397D28"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　</w:t>
      </w:r>
      <w:r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　　　　　　</w:t>
      </w:r>
      <w:r w:rsidR="00397D28"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　</w:t>
      </w:r>
      <w:r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　　　　㊞</w:t>
      </w:r>
    </w:p>
    <w:p w14:paraId="3A5A1E8E" w14:textId="77777777" w:rsidR="00150BD1" w:rsidRPr="00814D50" w:rsidRDefault="00150BD1" w:rsidP="00814D50">
      <w:pPr>
        <w:jc w:val="left"/>
        <w:rPr>
          <w:rFonts w:asciiTheme="majorEastAsia" w:eastAsiaTheme="majorEastAsia" w:hAnsiTheme="majorEastAsia"/>
          <w:spacing w:val="16"/>
          <w:sz w:val="24"/>
        </w:rPr>
      </w:pPr>
    </w:p>
    <w:p w14:paraId="2E530B19" w14:textId="77777777" w:rsidR="00150BD1" w:rsidRPr="00814D50" w:rsidRDefault="00150BD1" w:rsidP="00814D50">
      <w:pPr>
        <w:jc w:val="left"/>
        <w:rPr>
          <w:rFonts w:asciiTheme="majorEastAsia" w:eastAsiaTheme="majorEastAsia" w:hAnsiTheme="majorEastAsia"/>
          <w:spacing w:val="16"/>
          <w:sz w:val="24"/>
        </w:rPr>
      </w:pPr>
    </w:p>
    <w:p w14:paraId="42DD8BEF" w14:textId="77777777" w:rsidR="00150BD1" w:rsidRPr="00814D50" w:rsidRDefault="00150BD1" w:rsidP="00814D50">
      <w:pPr>
        <w:jc w:val="left"/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　入札（契約）保証金について、下記のとおり還付請求します。</w:t>
      </w:r>
    </w:p>
    <w:p w14:paraId="484E1F19" w14:textId="77777777" w:rsidR="00150BD1" w:rsidRPr="00814D50" w:rsidRDefault="00150BD1" w:rsidP="00814D50">
      <w:pPr>
        <w:jc w:val="left"/>
        <w:rPr>
          <w:rFonts w:asciiTheme="majorEastAsia" w:eastAsiaTheme="majorEastAsia" w:hAnsiTheme="majorEastAsia"/>
          <w:spacing w:val="16"/>
          <w:sz w:val="24"/>
        </w:rPr>
      </w:pPr>
    </w:p>
    <w:p w14:paraId="780BE2A9" w14:textId="77777777" w:rsidR="00150BD1" w:rsidRDefault="00150BD1" w:rsidP="00814D50">
      <w:pPr>
        <w:jc w:val="center"/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16"/>
          <w:sz w:val="24"/>
        </w:rPr>
        <w:t>記</w:t>
      </w:r>
    </w:p>
    <w:p w14:paraId="7549C609" w14:textId="77777777" w:rsidR="00814D50" w:rsidRPr="00814D50" w:rsidRDefault="00814D50" w:rsidP="00814D50">
      <w:pPr>
        <w:jc w:val="center"/>
        <w:rPr>
          <w:rFonts w:asciiTheme="majorEastAsia" w:eastAsiaTheme="majorEastAsia" w:hAnsiTheme="majorEastAsia"/>
          <w:spacing w:val="16"/>
          <w:sz w:val="24"/>
        </w:rPr>
      </w:pPr>
    </w:p>
    <w:p w14:paraId="7B0372C3" w14:textId="48BEE8D1" w:rsidR="00150BD1" w:rsidRPr="00814D50" w:rsidRDefault="00150BD1" w:rsidP="00814D50">
      <w:pPr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16"/>
          <w:sz w:val="24"/>
        </w:rPr>
        <w:t>１　調達</w:t>
      </w:r>
      <w:r w:rsidR="00A05117" w:rsidRPr="00814D50">
        <w:rPr>
          <w:rFonts w:asciiTheme="majorEastAsia" w:eastAsiaTheme="majorEastAsia" w:hAnsiTheme="majorEastAsia" w:hint="eastAsia"/>
          <w:spacing w:val="16"/>
          <w:sz w:val="24"/>
        </w:rPr>
        <w:t>件名</w:t>
      </w:r>
    </w:p>
    <w:p w14:paraId="4E56AF54" w14:textId="18F83663" w:rsidR="00150BD1" w:rsidRPr="00814D50" w:rsidRDefault="00150BD1" w:rsidP="00814D50">
      <w:pPr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　　</w:t>
      </w:r>
      <w:r w:rsidR="00D36CF1" w:rsidRPr="00D36CF1">
        <w:rPr>
          <w:rFonts w:asciiTheme="majorEastAsia" w:eastAsiaTheme="majorEastAsia" w:hAnsiTheme="majorEastAsia" w:hint="eastAsia"/>
          <w:spacing w:val="16"/>
          <w:sz w:val="24"/>
        </w:rPr>
        <w:t>地方独立行政法人埼玉県立病院機構の施設等の財産等保険一式</w:t>
      </w:r>
    </w:p>
    <w:p w14:paraId="6E911988" w14:textId="77777777" w:rsidR="00150BD1" w:rsidRPr="00814D50" w:rsidRDefault="00150BD1" w:rsidP="00814D50">
      <w:pPr>
        <w:rPr>
          <w:rFonts w:asciiTheme="majorEastAsia" w:eastAsiaTheme="majorEastAsia" w:hAnsiTheme="majorEastAsia"/>
          <w:spacing w:val="16"/>
          <w:sz w:val="24"/>
        </w:rPr>
      </w:pPr>
    </w:p>
    <w:p w14:paraId="4F8D6573" w14:textId="77777777" w:rsidR="00397D28" w:rsidRPr="00814D50" w:rsidRDefault="00397D28" w:rsidP="00814D50">
      <w:pPr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16"/>
          <w:sz w:val="24"/>
        </w:rPr>
        <w:t>２　公告年月日</w:t>
      </w:r>
    </w:p>
    <w:p w14:paraId="7E79CE1B" w14:textId="51BD410F" w:rsidR="00150BD1" w:rsidRPr="00814D50" w:rsidRDefault="00397D28" w:rsidP="00814D50">
      <w:pPr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　　</w:t>
      </w:r>
      <w:r w:rsidR="002771F2" w:rsidRPr="00814D50">
        <w:rPr>
          <w:rFonts w:asciiTheme="majorEastAsia" w:eastAsiaTheme="majorEastAsia" w:hAnsiTheme="majorEastAsia" w:hint="eastAsia"/>
          <w:spacing w:val="16"/>
          <w:sz w:val="24"/>
        </w:rPr>
        <w:t>令和</w:t>
      </w:r>
      <w:r w:rsidR="00EC34AE">
        <w:rPr>
          <w:rFonts w:asciiTheme="majorEastAsia" w:eastAsiaTheme="majorEastAsia" w:hAnsiTheme="majorEastAsia" w:hint="eastAsia"/>
          <w:spacing w:val="16"/>
          <w:sz w:val="24"/>
        </w:rPr>
        <w:t>８</w:t>
      </w:r>
      <w:r w:rsidR="002771F2" w:rsidRPr="00814D50">
        <w:rPr>
          <w:rFonts w:asciiTheme="majorEastAsia" w:eastAsiaTheme="majorEastAsia" w:hAnsiTheme="majorEastAsia" w:hint="eastAsia"/>
          <w:spacing w:val="16"/>
          <w:sz w:val="24"/>
        </w:rPr>
        <w:t>年</w:t>
      </w:r>
      <w:r w:rsidR="00D36CF1">
        <w:rPr>
          <w:rFonts w:asciiTheme="majorEastAsia" w:eastAsiaTheme="majorEastAsia" w:hAnsiTheme="majorEastAsia" w:hint="eastAsia"/>
          <w:spacing w:val="16"/>
          <w:sz w:val="24"/>
        </w:rPr>
        <w:t>２</w:t>
      </w:r>
      <w:r w:rsidR="002771F2" w:rsidRPr="00814D50">
        <w:rPr>
          <w:rFonts w:asciiTheme="majorEastAsia" w:eastAsiaTheme="majorEastAsia" w:hAnsiTheme="majorEastAsia" w:hint="eastAsia"/>
          <w:spacing w:val="16"/>
          <w:sz w:val="24"/>
        </w:rPr>
        <w:t>月</w:t>
      </w:r>
      <w:r w:rsidR="002151CB">
        <w:rPr>
          <w:rFonts w:asciiTheme="majorEastAsia" w:eastAsiaTheme="majorEastAsia" w:hAnsiTheme="majorEastAsia" w:hint="eastAsia"/>
          <w:spacing w:val="16"/>
          <w:sz w:val="24"/>
        </w:rPr>
        <w:t>２</w:t>
      </w:r>
      <w:r w:rsidR="00EC34AE">
        <w:rPr>
          <w:rFonts w:asciiTheme="majorEastAsia" w:eastAsiaTheme="majorEastAsia" w:hAnsiTheme="majorEastAsia" w:hint="eastAsia"/>
          <w:spacing w:val="16"/>
          <w:sz w:val="24"/>
        </w:rPr>
        <w:t>５</w:t>
      </w:r>
      <w:r w:rsidR="00911A0E" w:rsidRPr="00814D50">
        <w:rPr>
          <w:rFonts w:asciiTheme="majorEastAsia" w:eastAsiaTheme="majorEastAsia" w:hAnsiTheme="majorEastAsia" w:hint="eastAsia"/>
          <w:spacing w:val="16"/>
          <w:sz w:val="24"/>
        </w:rPr>
        <w:t>日</w:t>
      </w:r>
      <w:r w:rsidR="002771F2" w:rsidRPr="00814D50">
        <w:rPr>
          <w:rFonts w:asciiTheme="majorEastAsia" w:eastAsiaTheme="majorEastAsia" w:hAnsiTheme="majorEastAsia" w:hint="eastAsia"/>
          <w:spacing w:val="16"/>
          <w:sz w:val="24"/>
        </w:rPr>
        <w:t>（</w:t>
      </w:r>
      <w:r w:rsidR="002151CB">
        <w:rPr>
          <w:rFonts w:asciiTheme="majorEastAsia" w:eastAsiaTheme="majorEastAsia" w:hAnsiTheme="majorEastAsia" w:hint="eastAsia"/>
          <w:spacing w:val="16"/>
          <w:sz w:val="24"/>
        </w:rPr>
        <w:t>水</w:t>
      </w:r>
      <w:r w:rsidR="002771F2" w:rsidRPr="00814D50">
        <w:rPr>
          <w:rFonts w:asciiTheme="majorEastAsia" w:eastAsiaTheme="majorEastAsia" w:hAnsiTheme="majorEastAsia" w:hint="eastAsia"/>
          <w:spacing w:val="16"/>
          <w:sz w:val="24"/>
        </w:rPr>
        <w:t>）</w:t>
      </w:r>
    </w:p>
    <w:p w14:paraId="21E4E024" w14:textId="77777777" w:rsidR="00150BD1" w:rsidRPr="00814D50" w:rsidRDefault="00150BD1" w:rsidP="00814D50">
      <w:pPr>
        <w:rPr>
          <w:rFonts w:asciiTheme="majorEastAsia" w:eastAsiaTheme="majorEastAsia" w:hAnsiTheme="majorEastAsia"/>
          <w:spacing w:val="16"/>
          <w:sz w:val="24"/>
        </w:rPr>
      </w:pPr>
    </w:p>
    <w:p w14:paraId="64778225" w14:textId="77777777" w:rsidR="00150BD1" w:rsidRPr="00814D50" w:rsidRDefault="00150BD1" w:rsidP="00814D50">
      <w:pPr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３　</w:t>
      </w:r>
      <w:r w:rsidR="007F33C5" w:rsidRPr="00814D50">
        <w:rPr>
          <w:rFonts w:asciiTheme="majorEastAsia" w:eastAsiaTheme="majorEastAsia" w:hAnsiTheme="majorEastAsia" w:hint="eastAsia"/>
          <w:spacing w:val="16"/>
          <w:sz w:val="24"/>
        </w:rPr>
        <w:t>請求</w:t>
      </w:r>
      <w:r w:rsidRPr="00814D50">
        <w:rPr>
          <w:rFonts w:asciiTheme="majorEastAsia" w:eastAsiaTheme="majorEastAsia" w:hAnsiTheme="majorEastAsia" w:hint="eastAsia"/>
          <w:spacing w:val="16"/>
          <w:sz w:val="24"/>
        </w:rPr>
        <w:t>金額</w:t>
      </w:r>
    </w:p>
    <w:p w14:paraId="57C8A0B4" w14:textId="77777777" w:rsidR="007F33C5" w:rsidRPr="00814D50" w:rsidRDefault="007F33C5" w:rsidP="00814D50">
      <w:pPr>
        <w:rPr>
          <w:rFonts w:asciiTheme="majorEastAsia" w:eastAsiaTheme="majorEastAsia" w:hAnsiTheme="majorEastAsia"/>
          <w:spacing w:val="16"/>
          <w:sz w:val="24"/>
        </w:rPr>
      </w:pPr>
    </w:p>
    <w:p w14:paraId="46C9FC5F" w14:textId="77777777" w:rsidR="00150BD1" w:rsidRPr="00814D50" w:rsidRDefault="00150BD1" w:rsidP="00814D50">
      <w:pPr>
        <w:rPr>
          <w:rFonts w:asciiTheme="majorEastAsia" w:eastAsiaTheme="majorEastAsia" w:hAnsiTheme="majorEastAsia"/>
          <w:spacing w:val="16"/>
          <w:sz w:val="24"/>
          <w:u w:val="single"/>
        </w:rPr>
      </w:pPr>
      <w:r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　　</w:t>
      </w:r>
      <w:r w:rsidRPr="00814D50">
        <w:rPr>
          <w:rFonts w:asciiTheme="majorEastAsia" w:eastAsiaTheme="majorEastAsia" w:hAnsiTheme="majorEastAsia" w:hint="eastAsia"/>
          <w:spacing w:val="16"/>
          <w:sz w:val="24"/>
          <w:u w:val="single"/>
        </w:rPr>
        <w:t>金　　　　　　　　　　　　　　　　　　円</w:t>
      </w:r>
    </w:p>
    <w:p w14:paraId="4DE3A054" w14:textId="6307371A" w:rsidR="00520537" w:rsidRPr="00814D50" w:rsidRDefault="00520537" w:rsidP="00814D50">
      <w:pPr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　　</w:t>
      </w:r>
      <w:r w:rsidR="00814D50">
        <w:rPr>
          <w:rFonts w:asciiTheme="majorEastAsia" w:eastAsiaTheme="majorEastAsia" w:hAnsiTheme="majorEastAsia" w:hint="eastAsia"/>
          <w:spacing w:val="16"/>
          <w:sz w:val="24"/>
        </w:rPr>
        <w:t xml:space="preserve">　</w:t>
      </w:r>
      <w:r w:rsidRPr="00814D50">
        <w:rPr>
          <w:rFonts w:asciiTheme="majorEastAsia" w:eastAsiaTheme="majorEastAsia" w:hAnsiTheme="majorEastAsia" w:hint="eastAsia"/>
          <w:spacing w:val="16"/>
          <w:sz w:val="24"/>
        </w:rPr>
        <w:t>（参考として、</w:t>
      </w:r>
      <w:r w:rsidR="00FE3677" w:rsidRPr="00814D50">
        <w:rPr>
          <w:rFonts w:asciiTheme="majorEastAsia" w:eastAsiaTheme="majorEastAsia" w:hAnsiTheme="majorEastAsia" w:hint="eastAsia"/>
          <w:spacing w:val="16"/>
          <w:sz w:val="24"/>
        </w:rPr>
        <w:t>払込</w:t>
      </w:r>
      <w:r w:rsidRPr="00814D50">
        <w:rPr>
          <w:rFonts w:asciiTheme="majorEastAsia" w:eastAsiaTheme="majorEastAsia" w:hAnsiTheme="majorEastAsia" w:cs="ＭＳ ゴシック" w:hint="eastAsia"/>
          <w:color w:val="000000" w:themeColor="text1"/>
          <w:sz w:val="24"/>
        </w:rPr>
        <w:t>書兼領収書の写しを添付します。</w:t>
      </w:r>
      <w:r w:rsidRPr="00814D50">
        <w:rPr>
          <w:rFonts w:asciiTheme="majorEastAsia" w:eastAsiaTheme="majorEastAsia" w:hAnsiTheme="majorEastAsia" w:hint="eastAsia"/>
          <w:spacing w:val="16"/>
          <w:sz w:val="24"/>
        </w:rPr>
        <w:t>）</w:t>
      </w:r>
    </w:p>
    <w:p w14:paraId="308A8BDC" w14:textId="77777777" w:rsidR="00150BD1" w:rsidRPr="00814D50" w:rsidRDefault="00150BD1" w:rsidP="00814D50">
      <w:pPr>
        <w:rPr>
          <w:rFonts w:asciiTheme="majorEastAsia" w:eastAsiaTheme="majorEastAsia" w:hAnsiTheme="majorEastAsia"/>
          <w:sz w:val="24"/>
        </w:rPr>
      </w:pPr>
    </w:p>
    <w:p w14:paraId="4E244C7D" w14:textId="77777777" w:rsidR="00150BD1" w:rsidRPr="00814D50" w:rsidRDefault="00150BD1" w:rsidP="00814D50">
      <w:pPr>
        <w:rPr>
          <w:rFonts w:asciiTheme="majorEastAsia" w:eastAsiaTheme="majorEastAsia" w:hAnsiTheme="majorEastAsia"/>
          <w:sz w:val="24"/>
        </w:rPr>
      </w:pPr>
      <w:r w:rsidRPr="00814D50">
        <w:rPr>
          <w:rFonts w:asciiTheme="majorEastAsia" w:eastAsiaTheme="majorEastAsia" w:hAnsiTheme="majorEastAsia" w:hint="eastAsia"/>
          <w:sz w:val="24"/>
        </w:rPr>
        <w:t>４　振込先</w:t>
      </w:r>
    </w:p>
    <w:tbl>
      <w:tblPr>
        <w:tblStyle w:val="af2"/>
        <w:tblW w:w="9213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551"/>
        <w:gridCol w:w="1276"/>
        <w:gridCol w:w="709"/>
        <w:gridCol w:w="1275"/>
        <w:gridCol w:w="709"/>
        <w:gridCol w:w="2693"/>
      </w:tblGrid>
      <w:tr w:rsidR="00520537" w:rsidRPr="00814D50" w14:paraId="34B64BDA" w14:textId="77777777" w:rsidTr="00814D50">
        <w:trPr>
          <w:trHeight w:val="398"/>
        </w:trPr>
        <w:tc>
          <w:tcPr>
            <w:tcW w:w="2551" w:type="dxa"/>
            <w:vAlign w:val="center"/>
          </w:tcPr>
          <w:p w14:paraId="619741E2" w14:textId="77777777" w:rsidR="00520537" w:rsidRPr="00814D50" w:rsidRDefault="00520537" w:rsidP="00814D50">
            <w:pPr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814D50">
              <w:rPr>
                <w:rFonts w:asciiTheme="majorEastAsia" w:eastAsiaTheme="majorEastAsia" w:hAnsiTheme="majorEastAsia" w:hint="eastAsia"/>
                <w:sz w:val="24"/>
              </w:rPr>
              <w:t>金融機関名</w:t>
            </w:r>
          </w:p>
        </w:tc>
        <w:tc>
          <w:tcPr>
            <w:tcW w:w="6662" w:type="dxa"/>
            <w:gridSpan w:val="5"/>
            <w:vAlign w:val="center"/>
          </w:tcPr>
          <w:p w14:paraId="02C75937" w14:textId="583E8F3D" w:rsidR="00520537" w:rsidRPr="00814D50" w:rsidRDefault="00520537" w:rsidP="00814D50">
            <w:pPr>
              <w:rPr>
                <w:rFonts w:asciiTheme="majorEastAsia" w:eastAsiaTheme="majorEastAsia" w:hAnsiTheme="majorEastAsia"/>
                <w:sz w:val="24"/>
              </w:rPr>
            </w:pPr>
            <w:r w:rsidRPr="00814D50">
              <w:rPr>
                <w:rFonts w:asciiTheme="majorEastAsia" w:eastAsiaTheme="majorEastAsia" w:hAnsiTheme="majorEastAsia" w:hint="eastAsia"/>
                <w:sz w:val="24"/>
              </w:rPr>
              <w:t xml:space="preserve">　　　　　　　　　　</w:t>
            </w:r>
            <w:r w:rsidR="00814D50">
              <w:rPr>
                <w:rFonts w:asciiTheme="majorEastAsia" w:eastAsiaTheme="majorEastAsia" w:hAnsiTheme="majorEastAsia" w:hint="eastAsia"/>
                <w:sz w:val="24"/>
              </w:rPr>
              <w:t xml:space="preserve">　</w:t>
            </w:r>
            <w:r w:rsidRPr="00814D50">
              <w:rPr>
                <w:rFonts w:asciiTheme="majorEastAsia" w:eastAsiaTheme="majorEastAsia" w:hAnsiTheme="majorEastAsia" w:hint="eastAsia"/>
                <w:sz w:val="24"/>
              </w:rPr>
              <w:t xml:space="preserve">　銀行　</w:t>
            </w:r>
            <w:r w:rsidR="00814D50">
              <w:rPr>
                <w:rFonts w:asciiTheme="majorEastAsia" w:eastAsiaTheme="majorEastAsia" w:hAnsiTheme="majorEastAsia" w:hint="eastAsia"/>
                <w:sz w:val="24"/>
              </w:rPr>
              <w:t xml:space="preserve">　</w:t>
            </w:r>
            <w:r w:rsidRPr="00814D50">
              <w:rPr>
                <w:rFonts w:asciiTheme="majorEastAsia" w:eastAsiaTheme="majorEastAsia" w:hAnsiTheme="majorEastAsia" w:hint="eastAsia"/>
                <w:sz w:val="24"/>
              </w:rPr>
              <w:t xml:space="preserve">　　　　　　　　　支店</w:t>
            </w:r>
          </w:p>
        </w:tc>
      </w:tr>
      <w:tr w:rsidR="00520537" w:rsidRPr="00814D50" w14:paraId="44200AC8" w14:textId="77777777" w:rsidTr="00814D50">
        <w:trPr>
          <w:trHeight w:val="398"/>
        </w:trPr>
        <w:tc>
          <w:tcPr>
            <w:tcW w:w="2551" w:type="dxa"/>
            <w:vAlign w:val="center"/>
          </w:tcPr>
          <w:p w14:paraId="5088BEDE" w14:textId="77777777" w:rsidR="00520537" w:rsidRPr="00814D50" w:rsidRDefault="00520537" w:rsidP="00814D50">
            <w:pPr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814D50">
              <w:rPr>
                <w:rFonts w:asciiTheme="majorEastAsia" w:eastAsiaTheme="majorEastAsia" w:hAnsiTheme="majorEastAsia" w:hint="eastAsia"/>
                <w:sz w:val="24"/>
              </w:rPr>
              <w:t>口座名義（カタカナ）</w:t>
            </w:r>
          </w:p>
        </w:tc>
        <w:tc>
          <w:tcPr>
            <w:tcW w:w="6662" w:type="dxa"/>
            <w:gridSpan w:val="5"/>
            <w:vAlign w:val="center"/>
          </w:tcPr>
          <w:p w14:paraId="290F1EDF" w14:textId="77777777" w:rsidR="00520537" w:rsidRPr="00814D50" w:rsidRDefault="00520537" w:rsidP="00814D50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20537" w:rsidRPr="00814D50" w14:paraId="3697DC47" w14:textId="77777777" w:rsidTr="00814D50">
        <w:trPr>
          <w:trHeight w:val="398"/>
        </w:trPr>
        <w:tc>
          <w:tcPr>
            <w:tcW w:w="2551" w:type="dxa"/>
            <w:vAlign w:val="center"/>
          </w:tcPr>
          <w:p w14:paraId="1C4A7639" w14:textId="77777777" w:rsidR="00520537" w:rsidRPr="00814D50" w:rsidRDefault="00520537" w:rsidP="00814D50">
            <w:pPr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814D50">
              <w:rPr>
                <w:rFonts w:asciiTheme="majorEastAsia" w:eastAsiaTheme="majorEastAsia" w:hAnsiTheme="majorEastAsia" w:hint="eastAsia"/>
                <w:sz w:val="24"/>
              </w:rPr>
              <w:t>口座種別</w:t>
            </w: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6FA61AD5" w14:textId="77777777" w:rsidR="00520537" w:rsidRPr="00814D50" w:rsidRDefault="00520537" w:rsidP="00814D50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814D50">
              <w:rPr>
                <w:rFonts w:asciiTheme="majorEastAsia" w:eastAsiaTheme="majorEastAsia" w:hAnsiTheme="majorEastAsia" w:hint="eastAsia"/>
                <w:sz w:val="24"/>
              </w:rPr>
              <w:t>普通預金</w:t>
            </w:r>
          </w:p>
        </w:tc>
        <w:tc>
          <w:tcPr>
            <w:tcW w:w="709" w:type="dxa"/>
            <w:tcBorders>
              <w:left w:val="dotted" w:sz="4" w:space="0" w:color="auto"/>
            </w:tcBorders>
            <w:vAlign w:val="center"/>
          </w:tcPr>
          <w:p w14:paraId="52604B13" w14:textId="77777777" w:rsidR="00520537" w:rsidRPr="00814D50" w:rsidRDefault="00520537" w:rsidP="00814D50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5" w:type="dxa"/>
            <w:tcBorders>
              <w:right w:val="dotted" w:sz="4" w:space="0" w:color="auto"/>
            </w:tcBorders>
            <w:vAlign w:val="center"/>
          </w:tcPr>
          <w:p w14:paraId="532CEEBE" w14:textId="77777777" w:rsidR="00520537" w:rsidRPr="00814D50" w:rsidRDefault="00520537" w:rsidP="00814D50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814D50">
              <w:rPr>
                <w:rFonts w:asciiTheme="majorEastAsia" w:eastAsiaTheme="majorEastAsia" w:hAnsiTheme="majorEastAsia" w:hint="eastAsia"/>
                <w:sz w:val="24"/>
              </w:rPr>
              <w:t>当座預金</w:t>
            </w:r>
          </w:p>
        </w:tc>
        <w:tc>
          <w:tcPr>
            <w:tcW w:w="709" w:type="dxa"/>
            <w:tcBorders>
              <w:left w:val="dotted" w:sz="4" w:space="0" w:color="auto"/>
            </w:tcBorders>
            <w:vAlign w:val="center"/>
          </w:tcPr>
          <w:p w14:paraId="7DCFDCDD" w14:textId="77777777" w:rsidR="00520537" w:rsidRPr="00814D50" w:rsidRDefault="00520537" w:rsidP="00814D50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693" w:type="dxa"/>
            <w:vAlign w:val="center"/>
          </w:tcPr>
          <w:p w14:paraId="2A59156E" w14:textId="77777777" w:rsidR="00520537" w:rsidRPr="00814D50" w:rsidRDefault="007F33C5" w:rsidP="00814D50">
            <w:pPr>
              <w:rPr>
                <w:rFonts w:asciiTheme="majorEastAsia" w:eastAsiaTheme="majorEastAsia" w:hAnsiTheme="majorEastAsia"/>
                <w:sz w:val="24"/>
              </w:rPr>
            </w:pPr>
            <w:r w:rsidRPr="00814D50">
              <w:rPr>
                <w:rFonts w:asciiTheme="majorEastAsia" w:eastAsiaTheme="majorEastAsia" w:hAnsiTheme="majorEastAsia" w:hint="eastAsia"/>
                <w:sz w:val="24"/>
              </w:rPr>
              <w:t>※いずれかに〇を付す。</w:t>
            </w:r>
          </w:p>
        </w:tc>
      </w:tr>
      <w:tr w:rsidR="00520537" w:rsidRPr="00814D50" w14:paraId="17654DE7" w14:textId="77777777" w:rsidTr="00814D50">
        <w:trPr>
          <w:trHeight w:val="398"/>
        </w:trPr>
        <w:tc>
          <w:tcPr>
            <w:tcW w:w="2551" w:type="dxa"/>
            <w:vAlign w:val="center"/>
          </w:tcPr>
          <w:p w14:paraId="7AEA55EC" w14:textId="77777777" w:rsidR="00520537" w:rsidRPr="00814D50" w:rsidRDefault="00520537" w:rsidP="00814D50">
            <w:pPr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814D50">
              <w:rPr>
                <w:rFonts w:asciiTheme="majorEastAsia" w:eastAsiaTheme="majorEastAsia" w:hAnsiTheme="majorEastAsia" w:hint="eastAsia"/>
                <w:sz w:val="24"/>
              </w:rPr>
              <w:t>口座番号</w:t>
            </w:r>
          </w:p>
        </w:tc>
        <w:tc>
          <w:tcPr>
            <w:tcW w:w="6662" w:type="dxa"/>
            <w:gridSpan w:val="5"/>
            <w:vAlign w:val="center"/>
          </w:tcPr>
          <w:p w14:paraId="0AEF3F8A" w14:textId="77777777" w:rsidR="00520537" w:rsidRPr="00814D50" w:rsidRDefault="00520537" w:rsidP="00814D50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246A564F" w14:textId="77777777" w:rsidR="00520537" w:rsidRDefault="00520537" w:rsidP="00814D50">
      <w:pPr>
        <w:rPr>
          <w:rFonts w:asciiTheme="majorEastAsia" w:eastAsiaTheme="majorEastAsia" w:hAnsiTheme="majorEastAsia"/>
          <w:sz w:val="24"/>
        </w:rPr>
      </w:pPr>
    </w:p>
    <w:p w14:paraId="6E916917" w14:textId="46D34E55" w:rsidR="00814D50" w:rsidRDefault="00814D50" w:rsidP="00814D50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５　連絡先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2551"/>
        <w:gridCol w:w="6656"/>
      </w:tblGrid>
      <w:tr w:rsidR="00814D50" w14:paraId="0CFCEDBF" w14:textId="77777777" w:rsidTr="00814D50">
        <w:trPr>
          <w:trHeight w:val="394"/>
        </w:trPr>
        <w:tc>
          <w:tcPr>
            <w:tcW w:w="2551" w:type="dxa"/>
            <w:vAlign w:val="center"/>
          </w:tcPr>
          <w:p w14:paraId="3B7C1DE9" w14:textId="2B6737B3" w:rsidR="00814D50" w:rsidRDefault="00814D50" w:rsidP="00814D50">
            <w:pPr>
              <w:jc w:val="distribute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担当者所属・氏名</w:t>
            </w:r>
          </w:p>
        </w:tc>
        <w:tc>
          <w:tcPr>
            <w:tcW w:w="6656" w:type="dxa"/>
            <w:vAlign w:val="center"/>
          </w:tcPr>
          <w:p w14:paraId="239457E7" w14:textId="77777777" w:rsidR="00814D50" w:rsidRDefault="00814D50" w:rsidP="00814D50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814D50" w14:paraId="7E696538" w14:textId="77777777" w:rsidTr="00814D50">
        <w:trPr>
          <w:trHeight w:val="394"/>
        </w:trPr>
        <w:tc>
          <w:tcPr>
            <w:tcW w:w="2551" w:type="dxa"/>
            <w:vAlign w:val="center"/>
          </w:tcPr>
          <w:p w14:paraId="5E396E09" w14:textId="4E830D42" w:rsidR="00814D50" w:rsidRDefault="00814D50" w:rsidP="00814D50">
            <w:pPr>
              <w:jc w:val="distribute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電話番号</w:t>
            </w:r>
          </w:p>
        </w:tc>
        <w:tc>
          <w:tcPr>
            <w:tcW w:w="6656" w:type="dxa"/>
            <w:vAlign w:val="center"/>
          </w:tcPr>
          <w:p w14:paraId="5C3F2B35" w14:textId="77777777" w:rsidR="00814D50" w:rsidRDefault="00814D50" w:rsidP="00814D50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814D50" w14:paraId="648990C2" w14:textId="77777777" w:rsidTr="00814D50">
        <w:trPr>
          <w:trHeight w:val="394"/>
        </w:trPr>
        <w:tc>
          <w:tcPr>
            <w:tcW w:w="2551" w:type="dxa"/>
            <w:vAlign w:val="center"/>
          </w:tcPr>
          <w:p w14:paraId="2C5D14CC" w14:textId="248505CA" w:rsidR="00814D50" w:rsidRDefault="00814D50" w:rsidP="00814D50">
            <w:pPr>
              <w:jc w:val="distribute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メールアドレス</w:t>
            </w:r>
          </w:p>
        </w:tc>
        <w:tc>
          <w:tcPr>
            <w:tcW w:w="6656" w:type="dxa"/>
            <w:vAlign w:val="center"/>
          </w:tcPr>
          <w:p w14:paraId="09F3AEE7" w14:textId="77777777" w:rsidR="00814D50" w:rsidRDefault="00814D50" w:rsidP="00814D50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6305B747" w14:textId="77777777" w:rsidR="00814D50" w:rsidRDefault="00814D50" w:rsidP="00814D50">
      <w:pPr>
        <w:rPr>
          <w:rFonts w:asciiTheme="majorEastAsia" w:eastAsiaTheme="majorEastAsia" w:hAnsiTheme="majorEastAsia"/>
          <w:sz w:val="24"/>
        </w:rPr>
      </w:pPr>
    </w:p>
    <w:p w14:paraId="340F71D4" w14:textId="622EB45C" w:rsidR="00150BD1" w:rsidRPr="00814D50" w:rsidRDefault="00150BD1" w:rsidP="00814D50">
      <w:pPr>
        <w:rPr>
          <w:rFonts w:asciiTheme="majorEastAsia" w:eastAsiaTheme="majorEastAsia" w:hAnsiTheme="majorEastAsia"/>
          <w:sz w:val="24"/>
        </w:rPr>
      </w:pPr>
    </w:p>
    <w:sectPr w:rsidR="00150BD1" w:rsidRPr="00814D50" w:rsidSect="00814D50">
      <w:headerReference w:type="default" r:id="rId8"/>
      <w:footerReference w:type="even" r:id="rId9"/>
      <w:headerReference w:type="first" r:id="rId10"/>
      <w:type w:val="continuous"/>
      <w:pgSz w:w="11906" w:h="16838" w:code="9"/>
      <w:pgMar w:top="1134" w:right="1134" w:bottom="1134" w:left="1134" w:header="567" w:footer="567" w:gutter="0"/>
      <w:pgNumType w:start="6"/>
      <w:cols w:space="720"/>
      <w:noEndnote/>
      <w:docGrid w:type="linesAndChars" w:linePitch="323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B5907" w14:textId="77777777" w:rsidR="00385511" w:rsidRDefault="00385511">
      <w:r>
        <w:separator/>
      </w:r>
    </w:p>
  </w:endnote>
  <w:endnote w:type="continuationSeparator" w:id="0">
    <w:p w14:paraId="77F3FEDE" w14:textId="77777777" w:rsidR="00385511" w:rsidRDefault="00385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28C00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25A1C534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8BA7E" w14:textId="77777777" w:rsidR="00385511" w:rsidRDefault="00385511">
      <w:r>
        <w:separator/>
      </w:r>
    </w:p>
  </w:footnote>
  <w:footnote w:type="continuationSeparator" w:id="0">
    <w:p w14:paraId="45A42F74" w14:textId="77777777" w:rsidR="00385511" w:rsidRDefault="003855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ED199" w14:textId="0096E5F3" w:rsidR="00814D50" w:rsidRPr="00814D50" w:rsidRDefault="00814D50" w:rsidP="00814D50">
    <w:pPr>
      <w:spacing w:line="320" w:lineRule="atLeast"/>
      <w:rPr>
        <w:rFonts w:ascii="メイリオ" w:eastAsia="メイリオ" w:hAnsi="メイリオ"/>
        <w:spacing w:val="16"/>
        <w:sz w:val="24"/>
      </w:rPr>
    </w:pPr>
    <w:r w:rsidRPr="00814D50">
      <w:rPr>
        <w:rFonts w:ascii="メイリオ" w:eastAsia="メイリオ" w:hAnsi="メイリオ" w:hint="eastAsia"/>
        <w:spacing w:val="16"/>
        <w:sz w:val="24"/>
      </w:rPr>
      <w:t>様式第６号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FBAF3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360930358">
    <w:abstractNumId w:val="4"/>
  </w:num>
  <w:num w:numId="2" w16cid:durableId="1269391400">
    <w:abstractNumId w:val="0"/>
  </w:num>
  <w:num w:numId="3" w16cid:durableId="579876367">
    <w:abstractNumId w:val="3"/>
  </w:num>
  <w:num w:numId="4" w16cid:durableId="605885728">
    <w:abstractNumId w:val="1"/>
  </w:num>
  <w:num w:numId="5" w16cid:durableId="12724766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7"/>
  <w:drawingGridVerticalSpacing w:val="323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4337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27F10"/>
    <w:rsid w:val="0013099C"/>
    <w:rsid w:val="001369CD"/>
    <w:rsid w:val="00143FD5"/>
    <w:rsid w:val="0014468E"/>
    <w:rsid w:val="001503CA"/>
    <w:rsid w:val="00150BD1"/>
    <w:rsid w:val="001577DE"/>
    <w:rsid w:val="001600D3"/>
    <w:rsid w:val="00160846"/>
    <w:rsid w:val="00160F84"/>
    <w:rsid w:val="00161146"/>
    <w:rsid w:val="00166B44"/>
    <w:rsid w:val="00175C6B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151CB"/>
    <w:rsid w:val="00220911"/>
    <w:rsid w:val="002248BD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367"/>
    <w:rsid w:val="002E64CD"/>
    <w:rsid w:val="002F2832"/>
    <w:rsid w:val="002F6708"/>
    <w:rsid w:val="002F75A2"/>
    <w:rsid w:val="00301DBC"/>
    <w:rsid w:val="003020AF"/>
    <w:rsid w:val="00307C95"/>
    <w:rsid w:val="00310A28"/>
    <w:rsid w:val="00311CC9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5511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3211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2FD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476E"/>
    <w:rsid w:val="00602AC6"/>
    <w:rsid w:val="00603B87"/>
    <w:rsid w:val="0060450E"/>
    <w:rsid w:val="00604C53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4AD0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96F"/>
    <w:rsid w:val="00811C93"/>
    <w:rsid w:val="00812127"/>
    <w:rsid w:val="00814D50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6A5"/>
    <w:rsid w:val="008C3934"/>
    <w:rsid w:val="008C3BA2"/>
    <w:rsid w:val="008C3C4F"/>
    <w:rsid w:val="008C48D6"/>
    <w:rsid w:val="008D4647"/>
    <w:rsid w:val="008E262F"/>
    <w:rsid w:val="008E5DF4"/>
    <w:rsid w:val="008F2380"/>
    <w:rsid w:val="008F4874"/>
    <w:rsid w:val="008F62BA"/>
    <w:rsid w:val="0090263D"/>
    <w:rsid w:val="00906008"/>
    <w:rsid w:val="0090651B"/>
    <w:rsid w:val="009066ED"/>
    <w:rsid w:val="00906DCD"/>
    <w:rsid w:val="00911989"/>
    <w:rsid w:val="00911A0E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1FF9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05117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0FAE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BC1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593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392F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36CF1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7749A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34AE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27E2C7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DE41F-552D-47E2-8D3D-F8D40ABB4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98</TotalTime>
  <Pages>1</Pages>
  <Words>192</Words>
  <Characters>193</Characters>
  <Application>Microsoft Office Word</Application>
  <DocSecurity>0</DocSecurity>
  <Lines>21</Lines>
  <Paragraphs>22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埼玉県立３病院の灯油の共同購入</vt:lpstr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金井 祐人</cp:lastModifiedBy>
  <cp:revision>63</cp:revision>
  <cp:lastPrinted>2020-01-22T05:31:00Z</cp:lastPrinted>
  <dcterms:created xsi:type="dcterms:W3CDTF">2020-01-22T03:01:00Z</dcterms:created>
  <dcterms:modified xsi:type="dcterms:W3CDTF">2026-02-19T10:44:00Z</dcterms:modified>
</cp:coreProperties>
</file>