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38AF1723" w:rsidR="00150BD1" w:rsidRPr="003B49DD" w:rsidRDefault="003C2698" w:rsidP="00F40E54">
      <w:pPr>
        <w:spacing w:line="320" w:lineRule="atLeast"/>
        <w:rPr>
          <w:rFonts w:asciiTheme="minorEastAsia" w:eastAsiaTheme="minorEastAsia" w:hAnsiTheme="minorEastAsia"/>
          <w:spacing w:val="16"/>
          <w:sz w:val="24"/>
        </w:rPr>
      </w:pPr>
      <w:r w:rsidRPr="003B49DD">
        <w:rPr>
          <w:rFonts w:asciiTheme="minorEastAsia" w:eastAsiaTheme="minorEastAsia" w:hAnsiTheme="minorEastAsia" w:hint="eastAsia"/>
          <w:spacing w:val="16"/>
          <w:sz w:val="24"/>
        </w:rPr>
        <w:t>様式第</w:t>
      </w:r>
      <w:r w:rsidR="003F3160">
        <w:rPr>
          <w:rFonts w:asciiTheme="minorEastAsia" w:eastAsiaTheme="minorEastAsia" w:hAnsiTheme="minorEastAsia" w:hint="eastAsia"/>
          <w:spacing w:val="16"/>
          <w:sz w:val="24"/>
        </w:rPr>
        <w:t>６</w:t>
      </w:r>
      <w:r w:rsidR="009B6D4C" w:rsidRPr="003B49DD">
        <w:rPr>
          <w:rFonts w:asciiTheme="minorEastAsia" w:eastAsiaTheme="minorEastAsia" w:hAnsiTheme="minorEastAsia" w:hint="eastAsia"/>
          <w:spacing w:val="16"/>
          <w:sz w:val="24"/>
        </w:rPr>
        <w:t>号</w:t>
      </w:r>
    </w:p>
    <w:p w14:paraId="38E32D78" w14:textId="4D00C427" w:rsidR="00150BD1" w:rsidRPr="003B49DD" w:rsidRDefault="001E38C3" w:rsidP="001E38C3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8"/>
          <w:szCs w:val="28"/>
        </w:rPr>
        <w:t>契約</w:t>
      </w:r>
      <w:r w:rsidR="00150BD1" w:rsidRPr="003B49DD">
        <w:rPr>
          <w:rFonts w:asciiTheme="minorEastAsia" w:eastAsiaTheme="minorEastAsia" w:hAnsiTheme="minorEastAsia" w:hint="eastAsia"/>
          <w:spacing w:val="16"/>
          <w:sz w:val="28"/>
          <w:szCs w:val="28"/>
        </w:rPr>
        <w:t>保証金</w:t>
      </w:r>
      <w:r w:rsidRPr="003B49DD">
        <w:rPr>
          <w:rFonts w:asciiTheme="minorEastAsia" w:eastAsiaTheme="minorEastAsia" w:hAnsiTheme="minorEastAsia" w:hint="eastAsia"/>
          <w:spacing w:val="16"/>
          <w:sz w:val="28"/>
          <w:szCs w:val="28"/>
        </w:rPr>
        <w:t>還付請求書</w:t>
      </w:r>
    </w:p>
    <w:p w14:paraId="7E543732" w14:textId="77777777" w:rsidR="00150BD1" w:rsidRPr="003B49DD" w:rsidRDefault="00150BD1" w:rsidP="00150BD1">
      <w:pPr>
        <w:spacing w:line="320" w:lineRule="atLeast"/>
        <w:jc w:val="righ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令和　　年　　月　　日</w:t>
      </w:r>
    </w:p>
    <w:p w14:paraId="7FD67ADD" w14:textId="064198A8" w:rsidR="00520537" w:rsidRPr="003B49DD" w:rsidRDefault="00520537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（</w:t>
      </w:r>
      <w:r w:rsidR="003B49DD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宛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先）</w:t>
      </w:r>
    </w:p>
    <w:p w14:paraId="62345A4F" w14:textId="77777777" w:rsidR="003B6F0B" w:rsidRPr="003B49DD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485AA61F" w:rsidR="00150BD1" w:rsidRPr="003B49DD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埼玉県立</w:t>
      </w:r>
      <w:r w:rsidR="003B49DD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精神医療</w:t>
      </w:r>
      <w:r w:rsidR="00150BD1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センター</w:t>
      </w:r>
      <w:r w:rsidR="003B49DD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病院長</w:t>
      </w:r>
    </w:p>
    <w:p w14:paraId="04E89842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A25C3E9" w14:textId="77777777" w:rsidR="00397D28" w:rsidRPr="003B49DD" w:rsidRDefault="00397D28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5D9BABB" w14:textId="3CD90FA0" w:rsidR="00150BD1" w:rsidRPr="003B49DD" w:rsidRDefault="003B49DD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住所又は所在地</w:t>
      </w:r>
    </w:p>
    <w:p w14:paraId="4CDD5FCA" w14:textId="7E81FEAF" w:rsidR="00150BD1" w:rsidRPr="003B49DD" w:rsidRDefault="003B49DD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kern w:val="0"/>
          <w:sz w:val="21"/>
          <w:szCs w:val="21"/>
        </w:rPr>
        <w:t>商号又は名称</w:t>
      </w:r>
    </w:p>
    <w:p w14:paraId="63B0A9A3" w14:textId="77777777" w:rsidR="00150BD1" w:rsidRPr="003B49DD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代表者</w:t>
      </w:r>
      <w:r w:rsidR="00397D28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職氏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名　</w:t>
      </w:r>
      <w:r w:rsidR="00520537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397D28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　　</w:t>
      </w:r>
      <w:r w:rsidR="00397D28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E09F3CE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EDAF2C9" w14:textId="34AE6A84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契約保証金について、下記のとおり還付請求します。</w:t>
      </w:r>
    </w:p>
    <w:p w14:paraId="60A0F7C3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A4DDFAA" w14:textId="77777777" w:rsidR="00150BD1" w:rsidRPr="003B49DD" w:rsidRDefault="00150BD1" w:rsidP="00150BD1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記</w:t>
      </w:r>
    </w:p>
    <w:p w14:paraId="388A3ED8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１　調達案件名称及び数量</w:t>
      </w:r>
    </w:p>
    <w:p w14:paraId="4DD68BB1" w14:textId="68120FCD" w:rsidR="007470CE" w:rsidRPr="003B49DD" w:rsidRDefault="00150BD1" w:rsidP="007470CE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4169A5" w:rsidRPr="00F10CBE">
        <w:rPr>
          <w:rFonts w:asciiTheme="minorEastAsia" w:eastAsiaTheme="minorEastAsia" w:hAnsiTheme="minorEastAsia" w:hint="eastAsia"/>
          <w:szCs w:val="22"/>
        </w:rPr>
        <w:t>血液凝固分析装置</w:t>
      </w:r>
      <w:r w:rsidR="004169A5">
        <w:rPr>
          <w:rFonts w:hAnsi="ＭＳ 明朝" w:cs="ＭＳ ゴシック" w:hint="eastAsia"/>
          <w:color w:val="000000"/>
          <w:spacing w:val="2"/>
          <w:kern w:val="0"/>
        </w:rPr>
        <w:t>の購入</w:t>
      </w:r>
      <w:r w:rsidR="004169A5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685760A9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7B24244F" w14:textId="77777777" w:rsidR="00397D28" w:rsidRPr="003B49DD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２　公告年月日</w:t>
      </w:r>
    </w:p>
    <w:p w14:paraId="3491E0A3" w14:textId="77C39831" w:rsidR="00150BD1" w:rsidRPr="003B49DD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4169A5" w:rsidRPr="00264D1A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令和</w:t>
      </w:r>
      <w:r w:rsidR="004169A5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８</w:t>
      </w:r>
      <w:r w:rsidR="004169A5" w:rsidRPr="00264D1A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年</w:t>
      </w:r>
      <w:r w:rsidR="004169A5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１</w:t>
      </w:r>
      <w:r w:rsidR="004169A5" w:rsidRPr="00264D1A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月</w:t>
      </w:r>
      <w:r w:rsidR="004169A5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１５</w:t>
      </w:r>
      <w:r w:rsidR="004169A5" w:rsidRPr="00264D1A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日</w:t>
      </w:r>
      <w:r w:rsidR="004169A5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>（木）</w:t>
      </w:r>
    </w:p>
    <w:p w14:paraId="5B63A375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8829BF8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３　</w:t>
      </w:r>
      <w:r w:rsidR="007F33C5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請求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金額</w:t>
      </w:r>
    </w:p>
    <w:p w14:paraId="65A6321D" w14:textId="77777777" w:rsidR="007F33C5" w:rsidRPr="003B49DD" w:rsidRDefault="007F33C5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33DD6524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  <w:u w:val="single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3B49DD" w:rsidRDefault="00520537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（参考として、</w:t>
      </w:r>
      <w:r w:rsidR="00FE3677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払込</w:t>
      </w:r>
      <w:r w:rsidRPr="003B49DD">
        <w:rPr>
          <w:rFonts w:asciiTheme="minorEastAsia" w:eastAsiaTheme="minorEastAsia" w:hAnsiTheme="minorEastAsia" w:cs="ＭＳ ゴシック" w:hint="eastAsia"/>
          <w:color w:val="000000" w:themeColor="text1"/>
          <w:szCs w:val="22"/>
        </w:rPr>
        <w:t>書兼領収書の写しを添付します。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）</w:t>
      </w:r>
    </w:p>
    <w:p w14:paraId="2DA35975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6EABB132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3B49D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3B49D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0537" w:rsidRPr="003B49D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3B49DD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3B49DD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3B49DD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3B49DD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3B49DD" w:rsidRDefault="007F33C5" w:rsidP="00150BD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B49DD">
              <w:rPr>
                <w:rFonts w:asciiTheme="minorEastAsia" w:eastAsiaTheme="minorEastAsia" w:hAnsiTheme="minorEastAsia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3B49D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6BEC351" w14:textId="77777777" w:rsidR="00520537" w:rsidRPr="003B49DD" w:rsidRDefault="00520537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4F57C428" w14:textId="77777777" w:rsidR="007F33C5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>【連絡先】　（担当者所属）</w:t>
      </w:r>
    </w:p>
    <w:p w14:paraId="750D022D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 w:rsidR="007F33C5"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z w:val="21"/>
          <w:szCs w:val="21"/>
        </w:rPr>
        <w:t>（電話番号）</w:t>
      </w:r>
    </w:p>
    <w:p w14:paraId="5FAE257B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（ＦＡＸ番号）</w:t>
      </w:r>
    </w:p>
    <w:sectPr w:rsidR="00150BD1" w:rsidRPr="003B49DD" w:rsidSect="00A4512D">
      <w:footerReference w:type="even" r:id="rId8"/>
      <w:headerReference w:type="first" r:id="rId9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49DD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160"/>
    <w:rsid w:val="003F3DA5"/>
    <w:rsid w:val="003F4FCE"/>
    <w:rsid w:val="003F513F"/>
    <w:rsid w:val="003F6FA0"/>
    <w:rsid w:val="00403C45"/>
    <w:rsid w:val="004040C3"/>
    <w:rsid w:val="0040443B"/>
    <w:rsid w:val="00412863"/>
    <w:rsid w:val="004131A5"/>
    <w:rsid w:val="00413952"/>
    <w:rsid w:val="004148A6"/>
    <w:rsid w:val="00415D8E"/>
    <w:rsid w:val="004169A5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0625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64D6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932B9"/>
    <w:rsid w:val="006A001E"/>
    <w:rsid w:val="006A0B43"/>
    <w:rsid w:val="006A11B8"/>
    <w:rsid w:val="006A2BD3"/>
    <w:rsid w:val="006A53F7"/>
    <w:rsid w:val="006A798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2EA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003F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40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204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5EE4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21D5"/>
    <w:rsid w:val="00D72BAE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27E5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563CF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89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磯松 通代</cp:lastModifiedBy>
  <cp:revision>65</cp:revision>
  <cp:lastPrinted>2026-01-09T06:29:00Z</cp:lastPrinted>
  <dcterms:created xsi:type="dcterms:W3CDTF">2020-01-22T03:01:00Z</dcterms:created>
  <dcterms:modified xsi:type="dcterms:W3CDTF">2026-01-09T06:29:00Z</dcterms:modified>
</cp:coreProperties>
</file>