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7B90E" w14:textId="526F2F0F" w:rsidR="00150BD1" w:rsidRPr="003B49DD" w:rsidRDefault="003C2698" w:rsidP="00F40E54">
      <w:pPr>
        <w:spacing w:line="320" w:lineRule="atLeast"/>
        <w:rPr>
          <w:rFonts w:asciiTheme="minorEastAsia" w:eastAsiaTheme="minorEastAsia" w:hAnsiTheme="minorEastAsia"/>
          <w:spacing w:val="16"/>
          <w:sz w:val="24"/>
        </w:rPr>
      </w:pPr>
      <w:r w:rsidRPr="003B49DD">
        <w:rPr>
          <w:rFonts w:asciiTheme="minorEastAsia" w:eastAsiaTheme="minorEastAsia" w:hAnsiTheme="minorEastAsia" w:hint="eastAsia"/>
          <w:spacing w:val="16"/>
          <w:sz w:val="24"/>
        </w:rPr>
        <w:t>様式第</w:t>
      </w:r>
      <w:r w:rsidR="006932B9" w:rsidRPr="003B49DD">
        <w:rPr>
          <w:rFonts w:asciiTheme="minorEastAsia" w:eastAsiaTheme="minorEastAsia" w:hAnsiTheme="minorEastAsia" w:hint="eastAsia"/>
          <w:spacing w:val="16"/>
          <w:sz w:val="24"/>
        </w:rPr>
        <w:t>５</w:t>
      </w:r>
      <w:r w:rsidR="009B6D4C" w:rsidRPr="003B49DD">
        <w:rPr>
          <w:rFonts w:asciiTheme="minorEastAsia" w:eastAsiaTheme="minorEastAsia" w:hAnsiTheme="minorEastAsia" w:hint="eastAsia"/>
          <w:spacing w:val="16"/>
          <w:sz w:val="24"/>
        </w:rPr>
        <w:t>号</w:t>
      </w:r>
    </w:p>
    <w:p w14:paraId="38E32D78" w14:textId="4D00C427" w:rsidR="00150BD1" w:rsidRPr="003B49DD" w:rsidRDefault="001E38C3" w:rsidP="001E38C3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契約</w:t>
      </w:r>
      <w:r w:rsidR="00150BD1"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保証金</w:t>
      </w:r>
      <w:r w:rsidRPr="003B49DD">
        <w:rPr>
          <w:rFonts w:asciiTheme="minorEastAsia" w:eastAsiaTheme="minorEastAsia" w:hAnsiTheme="minorEastAsia" w:hint="eastAsia"/>
          <w:spacing w:val="16"/>
          <w:sz w:val="28"/>
          <w:szCs w:val="28"/>
        </w:rPr>
        <w:t>還付請求書</w:t>
      </w:r>
    </w:p>
    <w:p w14:paraId="7E543732" w14:textId="77777777" w:rsidR="00150BD1" w:rsidRPr="003B49DD" w:rsidRDefault="00150BD1" w:rsidP="00150BD1">
      <w:pPr>
        <w:spacing w:line="320" w:lineRule="atLeast"/>
        <w:jc w:val="righ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令和　　年　　月　　日</w:t>
      </w:r>
    </w:p>
    <w:p w14:paraId="7FD67ADD" w14:textId="064198A8" w:rsidR="00520537" w:rsidRPr="003B49DD" w:rsidRDefault="00520537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（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宛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先）</w:t>
      </w:r>
    </w:p>
    <w:p w14:paraId="62345A4F" w14:textId="77777777" w:rsidR="003B6F0B" w:rsidRPr="003B49DD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485AA61F" w:rsidR="00150BD1" w:rsidRPr="003B49DD" w:rsidRDefault="003B6F0B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埼玉県立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精神医療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センター</w:t>
      </w:r>
      <w:r w:rsidR="003B49DD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150BD1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病院長</w:t>
      </w:r>
    </w:p>
    <w:p w14:paraId="04E89842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A25C3E9" w14:textId="77777777" w:rsidR="00397D28" w:rsidRPr="003B49DD" w:rsidRDefault="00397D28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5D9BABB" w14:textId="3CD90FA0" w:rsidR="00150BD1" w:rsidRPr="003B49DD" w:rsidRDefault="003B49DD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 w:hint="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住所又は所在地</w:t>
      </w:r>
    </w:p>
    <w:p w14:paraId="4CDD5FCA" w14:textId="7E81FEAF" w:rsidR="00150BD1" w:rsidRPr="003B49DD" w:rsidRDefault="003B49DD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 w:hint="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kern w:val="0"/>
          <w:sz w:val="21"/>
          <w:szCs w:val="21"/>
        </w:rPr>
        <w:t>商号又は名称</w:t>
      </w:r>
    </w:p>
    <w:p w14:paraId="63B0A9A3" w14:textId="77777777" w:rsidR="00150BD1" w:rsidRPr="003B49DD" w:rsidRDefault="00150BD1" w:rsidP="00520537">
      <w:pPr>
        <w:spacing w:line="320" w:lineRule="atLeast"/>
        <w:ind w:leftChars="1575" w:left="3401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代表者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職氏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名　</w:t>
      </w:r>
      <w:r w:rsidR="00520537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　　</w:t>
      </w:r>
      <w:r w:rsidR="00397D28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4E09F3CE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6EDAF2C9" w14:textId="34AE6A84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契約保証金について、下記のとおり還付請求します。</w:t>
      </w:r>
    </w:p>
    <w:p w14:paraId="60A0F7C3" w14:textId="77777777" w:rsidR="00150BD1" w:rsidRPr="003B49DD" w:rsidRDefault="00150BD1" w:rsidP="00150BD1">
      <w:pPr>
        <w:spacing w:line="320" w:lineRule="atLeast"/>
        <w:jc w:val="lef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A4DDFAA" w14:textId="77777777" w:rsidR="00150BD1" w:rsidRPr="003B49DD" w:rsidRDefault="00150BD1" w:rsidP="00150BD1">
      <w:pPr>
        <w:spacing w:line="320" w:lineRule="atLeast"/>
        <w:jc w:val="center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記</w:t>
      </w:r>
    </w:p>
    <w:p w14:paraId="388A3ED8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１　調達案件名称及び数量</w:t>
      </w:r>
    </w:p>
    <w:p w14:paraId="4DD68BB1" w14:textId="14F1DFA6" w:rsidR="007470CE" w:rsidRPr="003B49DD" w:rsidRDefault="00150BD1" w:rsidP="007470CE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ストレッチャーの購入　６台</w:t>
      </w:r>
    </w:p>
    <w:p w14:paraId="685760A9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7B24244F" w14:textId="77777777" w:rsidR="00397D28" w:rsidRPr="003B49DD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２　公告年月日</w:t>
      </w:r>
    </w:p>
    <w:p w14:paraId="3491E0A3" w14:textId="0A84351A" w:rsidR="00150BD1" w:rsidRPr="003B49DD" w:rsidRDefault="00397D28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="002771F2" w:rsidRPr="003B49DD">
        <w:rPr>
          <w:rFonts w:asciiTheme="minorEastAsia" w:eastAsiaTheme="minorEastAsia" w:hAnsiTheme="minorEastAsia" w:hint="eastAsia"/>
          <w:spacing w:val="16"/>
          <w:szCs w:val="22"/>
        </w:rPr>
        <w:t>令和</w:t>
      </w:r>
      <w:r w:rsidR="005966B2" w:rsidRPr="003B49DD">
        <w:rPr>
          <w:rFonts w:asciiTheme="minorEastAsia" w:eastAsiaTheme="minorEastAsia" w:hAnsiTheme="minorEastAsia" w:hint="eastAsia"/>
          <w:spacing w:val="16"/>
          <w:szCs w:val="22"/>
        </w:rPr>
        <w:t>７</w:t>
      </w:r>
      <w:r w:rsidR="002771F2" w:rsidRPr="003B49DD">
        <w:rPr>
          <w:rFonts w:asciiTheme="minorEastAsia" w:eastAsiaTheme="minorEastAsia" w:hAnsiTheme="minorEastAsia" w:hint="eastAsia"/>
          <w:spacing w:val="16"/>
          <w:szCs w:val="22"/>
        </w:rPr>
        <w:t>年</w:t>
      </w:r>
      <w:r w:rsidR="003B49DD">
        <w:rPr>
          <w:rFonts w:asciiTheme="minorEastAsia" w:eastAsiaTheme="minorEastAsia" w:hAnsiTheme="minorEastAsia" w:hint="eastAsia"/>
          <w:spacing w:val="16"/>
          <w:szCs w:val="22"/>
        </w:rPr>
        <w:t>１２</w:t>
      </w:r>
      <w:r w:rsidR="002771F2" w:rsidRPr="003B49DD">
        <w:rPr>
          <w:rFonts w:asciiTheme="minorEastAsia" w:eastAsiaTheme="minorEastAsia" w:hAnsiTheme="minorEastAsia" w:hint="eastAsia"/>
          <w:spacing w:val="16"/>
          <w:szCs w:val="22"/>
        </w:rPr>
        <w:t>月</w:t>
      </w:r>
      <w:r w:rsidR="003B49DD">
        <w:rPr>
          <w:rFonts w:asciiTheme="minorEastAsia" w:eastAsiaTheme="minorEastAsia" w:hAnsiTheme="minorEastAsia" w:hint="eastAsia"/>
          <w:spacing w:val="16"/>
          <w:szCs w:val="22"/>
        </w:rPr>
        <w:t>２５</w:t>
      </w:r>
      <w:r w:rsidR="002771F2" w:rsidRPr="003B49DD">
        <w:rPr>
          <w:rFonts w:asciiTheme="minorEastAsia" w:eastAsiaTheme="minorEastAsia" w:hAnsiTheme="minorEastAsia" w:hint="eastAsia"/>
          <w:spacing w:val="16"/>
          <w:szCs w:val="22"/>
        </w:rPr>
        <w:t>日</w:t>
      </w:r>
      <w:r w:rsidR="00CC0204" w:rsidRPr="003B49DD">
        <w:rPr>
          <w:rFonts w:asciiTheme="minorEastAsia" w:eastAsiaTheme="minorEastAsia" w:hAnsiTheme="minorEastAsia" w:hint="eastAsia"/>
          <w:spacing w:val="16"/>
          <w:szCs w:val="22"/>
        </w:rPr>
        <w:t>(</w:t>
      </w:r>
      <w:r w:rsidR="003B49DD">
        <w:rPr>
          <w:rFonts w:asciiTheme="minorEastAsia" w:eastAsiaTheme="minorEastAsia" w:hAnsiTheme="minorEastAsia" w:hint="eastAsia"/>
          <w:spacing w:val="16"/>
          <w:szCs w:val="22"/>
        </w:rPr>
        <w:t>木</w:t>
      </w:r>
      <w:r w:rsidR="00CC0204" w:rsidRPr="003B49DD">
        <w:rPr>
          <w:rFonts w:asciiTheme="minorEastAsia" w:eastAsiaTheme="minorEastAsia" w:hAnsiTheme="minorEastAsia" w:hint="eastAsia"/>
          <w:spacing w:val="16"/>
          <w:szCs w:val="22"/>
        </w:rPr>
        <w:t>)</w:t>
      </w:r>
    </w:p>
    <w:p w14:paraId="5B63A375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18829BF8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３　</w:t>
      </w:r>
      <w:r w:rsidR="007F33C5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請求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金額</w:t>
      </w:r>
    </w:p>
    <w:p w14:paraId="65A6321D" w14:textId="77777777" w:rsidR="007F33C5" w:rsidRPr="003B49DD" w:rsidRDefault="007F33C5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</w:p>
    <w:p w14:paraId="33DD6524" w14:textId="77777777" w:rsidR="00150BD1" w:rsidRPr="003B49DD" w:rsidRDefault="00150BD1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  <w:u w:val="single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3B49DD" w:rsidRDefault="00520537" w:rsidP="00150BD1">
      <w:pPr>
        <w:spacing w:line="320" w:lineRule="atLeast"/>
        <w:rPr>
          <w:rFonts w:asciiTheme="minorEastAsia" w:eastAsiaTheme="minorEastAsia" w:hAnsiTheme="minorEastAsia"/>
          <w:spacing w:val="16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　（参考として、</w:t>
      </w:r>
      <w:r w:rsidR="00FE3677"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払込</w:t>
      </w:r>
      <w:r w:rsidRPr="003B49DD">
        <w:rPr>
          <w:rFonts w:asciiTheme="minorEastAsia" w:eastAsiaTheme="minorEastAsia" w:hAnsiTheme="minorEastAsia" w:cs="ＭＳ ゴシック" w:hint="eastAsia"/>
          <w:color w:val="000000" w:themeColor="text1"/>
          <w:szCs w:val="22"/>
        </w:rPr>
        <w:t>書兼領収書の写しを添付します。</w:t>
      </w:r>
      <w:r w:rsidRPr="003B49DD">
        <w:rPr>
          <w:rFonts w:asciiTheme="minorEastAsia" w:eastAsiaTheme="minorEastAsia" w:hAnsiTheme="minorEastAsia" w:hint="eastAsia"/>
          <w:spacing w:val="16"/>
          <w:sz w:val="21"/>
          <w:szCs w:val="21"/>
        </w:rPr>
        <w:t>）</w:t>
      </w:r>
    </w:p>
    <w:p w14:paraId="2DA35975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6EABB132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3B49D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3B49D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0537" w:rsidRPr="003B49D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3B49DD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3B49DD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3B49DD" w:rsidRDefault="00520537" w:rsidP="00D20A7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3B49DD" w:rsidRDefault="00520537" w:rsidP="007F33C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3B49DD" w:rsidRDefault="007F33C5" w:rsidP="00150BD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B49DD">
              <w:rPr>
                <w:rFonts w:asciiTheme="minorEastAsia" w:eastAsiaTheme="minorEastAsia" w:hAnsiTheme="minorEastAsia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3B49D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B49DD">
              <w:rPr>
                <w:rFonts w:asciiTheme="minorEastAsia" w:eastAsiaTheme="minorEastAsia" w:hAnsiTheme="minorEastAsia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3B49DD" w:rsidRDefault="00520537" w:rsidP="00150BD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BEC351" w14:textId="77777777" w:rsidR="00520537" w:rsidRPr="003B49DD" w:rsidRDefault="00520537" w:rsidP="00150BD1">
      <w:pPr>
        <w:rPr>
          <w:rFonts w:asciiTheme="minorEastAsia" w:eastAsiaTheme="minorEastAsia" w:hAnsiTheme="minorEastAsia"/>
          <w:sz w:val="21"/>
          <w:szCs w:val="21"/>
        </w:rPr>
      </w:pPr>
    </w:p>
    <w:p w14:paraId="4F57C428" w14:textId="77777777" w:rsidR="007F33C5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>【連絡先】　（担当者所属）</w:t>
      </w:r>
    </w:p>
    <w:p w14:paraId="750D022D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</w:t>
      </w:r>
      <w:r w:rsidR="007F33C5"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B49DD">
        <w:rPr>
          <w:rFonts w:asciiTheme="minorEastAsia" w:eastAsiaTheme="minorEastAsia" w:hAnsiTheme="minorEastAsia" w:hint="eastAsia"/>
          <w:sz w:val="21"/>
          <w:szCs w:val="21"/>
        </w:rPr>
        <w:t>（電話番号）</w:t>
      </w:r>
    </w:p>
    <w:p w14:paraId="5FAE257B" w14:textId="77777777" w:rsidR="00150BD1" w:rsidRPr="003B49DD" w:rsidRDefault="00150BD1" w:rsidP="00150BD1">
      <w:pPr>
        <w:rPr>
          <w:rFonts w:asciiTheme="minorEastAsia" w:eastAsiaTheme="minorEastAsia" w:hAnsiTheme="minorEastAsia"/>
          <w:sz w:val="21"/>
          <w:szCs w:val="21"/>
        </w:rPr>
      </w:pPr>
      <w:r w:rsidRPr="003B49DD">
        <w:rPr>
          <w:rFonts w:asciiTheme="minorEastAsia" w:eastAsiaTheme="minorEastAsia" w:hAnsiTheme="minorEastAsia" w:hint="eastAsia"/>
          <w:sz w:val="21"/>
          <w:szCs w:val="21"/>
        </w:rPr>
        <w:t xml:space="preserve">　　　　　　（ＦＡＸ番号）</w:t>
      </w:r>
    </w:p>
    <w:sectPr w:rsidR="00150BD1" w:rsidRPr="003B49DD" w:rsidSect="00A4512D">
      <w:footerReference w:type="even" r:id="rId8"/>
      <w:headerReference w:type="first" r:id="rId9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49DD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0C3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932B9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2EA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003F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204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2BAE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27E5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89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羽田 卓秀</cp:lastModifiedBy>
  <cp:revision>63</cp:revision>
  <cp:lastPrinted>2025-12-19T06:47:00Z</cp:lastPrinted>
  <dcterms:created xsi:type="dcterms:W3CDTF">2020-01-22T03:01:00Z</dcterms:created>
  <dcterms:modified xsi:type="dcterms:W3CDTF">2025-12-19T06:47:00Z</dcterms:modified>
</cp:coreProperties>
</file>