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F2B7" w14:textId="3AC3B76A" w:rsidR="00804684" w:rsidRPr="00804684" w:rsidRDefault="00804684" w:rsidP="00804684">
      <w:pPr>
        <w:spacing w:line="404" w:lineRule="exact"/>
        <w:jc w:val="left"/>
        <w:rPr>
          <w:rFonts w:hAnsi="ＭＳ 明朝" w:cs="ＭＳ ゴシック"/>
          <w:szCs w:val="21"/>
        </w:rPr>
      </w:pPr>
      <w:r w:rsidRPr="00804684">
        <w:rPr>
          <w:rFonts w:hAnsi="ＭＳ 明朝" w:cs="ＭＳ ゴシック" w:hint="eastAsia"/>
          <w:szCs w:val="21"/>
        </w:rPr>
        <w:t>様式第９号</w:t>
      </w:r>
    </w:p>
    <w:p w14:paraId="2D71B58E" w14:textId="03F2D7E4" w:rsidR="007712FE" w:rsidRPr="000D3480" w:rsidRDefault="007712FE" w:rsidP="007712FE">
      <w:pPr>
        <w:spacing w:line="404" w:lineRule="exact"/>
        <w:jc w:val="center"/>
        <w:rPr>
          <w:rFonts w:hAnsi="ＭＳ 明朝"/>
          <w:szCs w:val="22"/>
        </w:rPr>
      </w:pPr>
      <w:r w:rsidRPr="000D3480">
        <w:rPr>
          <w:rFonts w:hAnsi="ＭＳ 明朝" w:cs="ＭＳ ゴシック" w:hint="eastAsia"/>
          <w:b/>
          <w:bCs/>
          <w:sz w:val="30"/>
          <w:szCs w:val="30"/>
        </w:rPr>
        <w:t>入札（契約）保証金還付請求書</w:t>
      </w:r>
    </w:p>
    <w:p w14:paraId="7E4ED742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31A4F48A" w14:textId="77777777" w:rsidR="007712FE" w:rsidRPr="000D3480" w:rsidRDefault="00D93707" w:rsidP="007712FE">
      <w:pPr>
        <w:spacing w:line="324" w:lineRule="exact"/>
        <w:jc w:val="right"/>
        <w:rPr>
          <w:rFonts w:hAnsi="ＭＳ 明朝"/>
          <w:szCs w:val="22"/>
        </w:rPr>
      </w:pPr>
      <w:r>
        <w:rPr>
          <w:rFonts w:hAnsi="ＭＳ 明朝" w:cs="ＭＳ ゴシック" w:hint="eastAsia"/>
          <w:szCs w:val="22"/>
        </w:rPr>
        <w:t>令和</w:t>
      </w:r>
      <w:r w:rsidR="007712FE" w:rsidRPr="000D3480">
        <w:rPr>
          <w:rFonts w:hAnsi="ＭＳ 明朝" w:cs="ＭＳ ゴシック" w:hint="eastAsia"/>
          <w:szCs w:val="22"/>
        </w:rPr>
        <w:t xml:space="preserve">　　年　　月　　日</w:t>
      </w:r>
    </w:p>
    <w:p w14:paraId="20462BD3" w14:textId="77777777" w:rsidR="007712FE" w:rsidRPr="000D3480" w:rsidRDefault="0080772B" w:rsidP="007712FE">
      <w:pPr>
        <w:spacing w:line="324" w:lineRule="exac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（宛先）</w:t>
      </w:r>
    </w:p>
    <w:p w14:paraId="3F0C0163" w14:textId="77777777" w:rsidR="005D5D19" w:rsidRDefault="005D5D19" w:rsidP="005D5D19">
      <w:pPr>
        <w:ind w:firstLineChars="100" w:firstLine="210"/>
      </w:pPr>
      <w:r>
        <w:rPr>
          <w:rFonts w:hint="eastAsia"/>
        </w:rPr>
        <w:t>地方独立行政法人埼玉県立病院機構</w:t>
      </w:r>
    </w:p>
    <w:p w14:paraId="4A9E1499" w14:textId="3E2227AE" w:rsidR="005D5D19" w:rsidRPr="001B7890" w:rsidRDefault="005D5D19" w:rsidP="005D5D19">
      <w:r>
        <w:rPr>
          <w:rFonts w:hint="eastAsia"/>
        </w:rPr>
        <w:t xml:space="preserve">　</w:t>
      </w:r>
      <w:r w:rsidR="00A839BA" w:rsidRPr="00A839BA">
        <w:rPr>
          <w:rFonts w:hint="eastAsia"/>
        </w:rPr>
        <w:t>埼玉県立精神医療センター病院長</w:t>
      </w:r>
    </w:p>
    <w:p w14:paraId="2D88FF0F" w14:textId="77777777" w:rsidR="007712FE" w:rsidRPr="005D5D19" w:rsidRDefault="007712FE" w:rsidP="007712FE">
      <w:pPr>
        <w:spacing w:line="324" w:lineRule="exact"/>
        <w:rPr>
          <w:rFonts w:hAnsi="ＭＳ 明朝"/>
          <w:szCs w:val="22"/>
        </w:rPr>
      </w:pPr>
    </w:p>
    <w:p w14:paraId="7BADB53E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520F00B6" w14:textId="77777777" w:rsidR="007712FE" w:rsidRPr="000D3480" w:rsidRDefault="00C71516" w:rsidP="0080772B">
      <w:pPr>
        <w:spacing w:line="324" w:lineRule="exact"/>
        <w:ind w:leftChars="2000" w:left="4200"/>
        <w:rPr>
          <w:rFonts w:hAnsi="ＭＳ 明朝"/>
          <w:szCs w:val="22"/>
        </w:rPr>
      </w:pPr>
      <w:r w:rsidRPr="00C71516">
        <w:rPr>
          <w:rFonts w:hAnsi="ＭＳ 明朝" w:cs="ＭＳ ゴシック" w:hint="eastAsia"/>
          <w:spacing w:val="525"/>
          <w:kern w:val="0"/>
          <w:szCs w:val="22"/>
          <w:fitText w:val="1470" w:id="-1788647935"/>
        </w:rPr>
        <w:t>住</w:t>
      </w:r>
      <w:r w:rsidRPr="00C71516">
        <w:rPr>
          <w:rFonts w:hAnsi="ＭＳ 明朝" w:cs="ＭＳ ゴシック" w:hint="eastAsia"/>
          <w:kern w:val="0"/>
          <w:szCs w:val="22"/>
          <w:fitText w:val="1470" w:id="-1788647935"/>
        </w:rPr>
        <w:t>所</w:t>
      </w:r>
    </w:p>
    <w:p w14:paraId="249B2341" w14:textId="77777777" w:rsidR="007712FE" w:rsidRPr="000D3480" w:rsidRDefault="0080772B" w:rsidP="0080772B">
      <w:pPr>
        <w:spacing w:line="324" w:lineRule="exact"/>
        <w:ind w:leftChars="2000" w:left="4200"/>
        <w:rPr>
          <w:rFonts w:hAnsi="ＭＳ 明朝"/>
          <w:szCs w:val="22"/>
        </w:rPr>
      </w:pPr>
      <w:r w:rsidRPr="0080772B">
        <w:rPr>
          <w:rFonts w:hAnsi="ＭＳ 明朝" w:cs="ＭＳ ゴシック" w:hint="eastAsia"/>
          <w:spacing w:val="21"/>
          <w:kern w:val="0"/>
          <w:szCs w:val="22"/>
          <w:fitText w:val="1470" w:id="-2010394367"/>
        </w:rPr>
        <w:t>商号又は名</w:t>
      </w:r>
      <w:r w:rsidRPr="0080772B">
        <w:rPr>
          <w:rFonts w:hAnsi="ＭＳ 明朝" w:cs="ＭＳ ゴシック" w:hint="eastAsia"/>
          <w:kern w:val="0"/>
          <w:szCs w:val="22"/>
          <w:fitText w:val="1470" w:id="-2010394367"/>
        </w:rPr>
        <w:t>称</w:t>
      </w:r>
    </w:p>
    <w:p w14:paraId="6EA445FC" w14:textId="77777777" w:rsidR="007712FE" w:rsidRPr="000D3480" w:rsidRDefault="0080772B" w:rsidP="0080772B">
      <w:pPr>
        <w:spacing w:line="324" w:lineRule="exact"/>
        <w:ind w:leftChars="2000" w:left="4200"/>
        <w:rPr>
          <w:rFonts w:hAnsi="ＭＳ 明朝"/>
          <w:szCs w:val="22"/>
        </w:rPr>
      </w:pPr>
      <w:r>
        <w:rPr>
          <w:rFonts w:hAnsi="ＭＳ 明朝" w:cs="ＭＳ ゴシック" w:hint="eastAsia"/>
          <w:szCs w:val="22"/>
        </w:rPr>
        <w:t>代表者職・氏名</w:t>
      </w:r>
      <w:r w:rsidR="007712FE" w:rsidRPr="000D3480">
        <w:rPr>
          <w:rFonts w:hAnsi="ＭＳ 明朝" w:cs="ＭＳ ゴシック" w:hint="eastAsia"/>
          <w:szCs w:val="22"/>
        </w:rPr>
        <w:t xml:space="preserve">　　　　　　　　　　　　　　</w:t>
      </w:r>
      <w:r w:rsidR="007712FE" w:rsidRPr="000D3480">
        <w:rPr>
          <w:rFonts w:hAnsi="ＭＳ 明朝" w:cs="ＭＳ ゴシック"/>
          <w:sz w:val="24"/>
        </w:rPr>
        <w:fldChar w:fldCharType="begin"/>
      </w:r>
      <w:r w:rsidR="007712FE" w:rsidRPr="000D3480">
        <w:rPr>
          <w:rFonts w:hAnsi="ＭＳ 明朝" w:cs="ＭＳ ゴシック"/>
          <w:sz w:val="24"/>
        </w:rPr>
        <w:instrText xml:space="preserve"> </w:instrText>
      </w:r>
      <w:r w:rsidR="007712FE" w:rsidRPr="000D3480">
        <w:rPr>
          <w:rFonts w:hAnsi="ＭＳ 明朝" w:cs="ＭＳ ゴシック" w:hint="eastAsia"/>
          <w:sz w:val="24"/>
        </w:rPr>
        <w:instrText>eq \o\ac(</w:instrText>
      </w:r>
      <w:r w:rsidR="007712FE" w:rsidRPr="000D3480">
        <w:rPr>
          <w:rFonts w:hAnsi="ＭＳ 明朝" w:cs="ＭＳ ゴシック" w:hint="eastAsia"/>
          <w:sz w:val="24"/>
        </w:rPr>
        <w:instrText>○</w:instrText>
      </w:r>
      <w:r w:rsidR="007712FE" w:rsidRPr="000D3480">
        <w:rPr>
          <w:rFonts w:hAnsi="ＭＳ 明朝" w:cs="ＭＳ ゴシック" w:hint="eastAsia"/>
          <w:sz w:val="24"/>
        </w:rPr>
        <w:instrText>,</w:instrText>
      </w:r>
      <w:r w:rsidR="007712FE" w:rsidRPr="000D3480">
        <w:rPr>
          <w:rFonts w:hAnsi="ＭＳ 明朝" w:cs="ＭＳ ゴシック" w:hint="eastAsia"/>
          <w:position w:val="3"/>
          <w:sz w:val="16"/>
        </w:rPr>
        <w:instrText>印</w:instrText>
      </w:r>
      <w:r w:rsidR="007712FE" w:rsidRPr="000D3480">
        <w:rPr>
          <w:rFonts w:hAnsi="ＭＳ 明朝" w:cs="ＭＳ ゴシック" w:hint="eastAsia"/>
          <w:sz w:val="24"/>
        </w:rPr>
        <w:instrText>)</w:instrText>
      </w:r>
      <w:r w:rsidR="007712FE" w:rsidRPr="000D3480">
        <w:rPr>
          <w:rFonts w:hAnsi="ＭＳ 明朝" w:cs="ＭＳ ゴシック"/>
          <w:sz w:val="24"/>
        </w:rPr>
        <w:fldChar w:fldCharType="end"/>
      </w:r>
    </w:p>
    <w:p w14:paraId="2F1DB86D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22390C62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019CDCD4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  <w:r w:rsidRPr="000D3480">
        <w:rPr>
          <w:rFonts w:hAnsi="ＭＳ 明朝" w:cs="ＭＳ ゴシック"/>
          <w:szCs w:val="22"/>
        </w:rPr>
        <w:t xml:space="preserve">  </w:t>
      </w:r>
      <w:r w:rsidRPr="000D3480">
        <w:rPr>
          <w:rFonts w:hAnsi="ＭＳ 明朝" w:cs="ＭＳ ゴシック" w:hint="eastAsia"/>
          <w:szCs w:val="22"/>
        </w:rPr>
        <w:t>入札（契約）保証金ついて、下記のとおり還付請求いたします。</w:t>
      </w:r>
    </w:p>
    <w:p w14:paraId="79D06098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4A168E2C" w14:textId="77777777" w:rsidR="007712FE" w:rsidRPr="000D3480" w:rsidRDefault="007712FE" w:rsidP="007712FE">
      <w:pPr>
        <w:spacing w:line="324" w:lineRule="exact"/>
        <w:jc w:val="center"/>
        <w:rPr>
          <w:rFonts w:hAnsi="ＭＳ 明朝"/>
          <w:szCs w:val="22"/>
        </w:rPr>
      </w:pPr>
      <w:r w:rsidRPr="000D3480">
        <w:rPr>
          <w:rFonts w:hAnsi="ＭＳ 明朝" w:cs="ＭＳ ゴシック" w:hint="eastAsia"/>
          <w:szCs w:val="22"/>
        </w:rPr>
        <w:t>記</w:t>
      </w:r>
    </w:p>
    <w:p w14:paraId="5E590307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17D6039B" w14:textId="77777777" w:rsidR="00BF5174" w:rsidRDefault="00BF5174" w:rsidP="00BF5174">
      <w:pPr>
        <w:rPr>
          <w:rFonts w:ascii="ＭＳ 明朝" w:hAnsi="ＭＳ 明朝"/>
          <w:szCs w:val="21"/>
        </w:rPr>
      </w:pPr>
      <w:r w:rsidRPr="000D3480">
        <w:rPr>
          <w:rFonts w:ascii="ＭＳ 明朝" w:hAnsi="ＭＳ 明朝" w:hint="eastAsia"/>
          <w:szCs w:val="21"/>
        </w:rPr>
        <w:t xml:space="preserve">１　</w:t>
      </w:r>
      <w:r w:rsidR="003F61B6">
        <w:rPr>
          <w:rFonts w:ascii="ＭＳ 明朝" w:hAnsi="ＭＳ 明朝" w:hint="eastAsia"/>
          <w:szCs w:val="21"/>
        </w:rPr>
        <w:t>調達案件名称及び数量</w:t>
      </w:r>
    </w:p>
    <w:p w14:paraId="0854FF8B" w14:textId="04867E3F" w:rsidR="00E95DD5" w:rsidRPr="000D3480" w:rsidRDefault="00BF5174" w:rsidP="00FA26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839BA" w:rsidRPr="00A839BA">
        <w:rPr>
          <w:rFonts w:ascii="ＭＳ 明朝" w:hAnsi="ＭＳ 明朝" w:hint="eastAsia"/>
          <w:szCs w:val="21"/>
        </w:rPr>
        <w:t>職員被服の購入　一式</w:t>
      </w:r>
    </w:p>
    <w:p w14:paraId="3FDC2DBF" w14:textId="77777777" w:rsidR="00FA26A4" w:rsidRPr="0080772B" w:rsidRDefault="00FA26A4" w:rsidP="00FA26A4">
      <w:pPr>
        <w:pStyle w:val="a3"/>
        <w:wordWrap/>
        <w:spacing w:line="240" w:lineRule="auto"/>
        <w:rPr>
          <w:rFonts w:ascii="ＭＳ 明朝" w:hAnsi="ＭＳ 明朝"/>
        </w:rPr>
      </w:pPr>
    </w:p>
    <w:p w14:paraId="7CD3BF57" w14:textId="77777777" w:rsidR="0080772B" w:rsidRDefault="00FA26A4" w:rsidP="00BF5174">
      <w:pPr>
        <w:rPr>
          <w:rFonts w:ascii="ＭＳ 明朝" w:hAnsi="ＭＳ 明朝"/>
          <w:szCs w:val="21"/>
        </w:rPr>
      </w:pPr>
      <w:r w:rsidRPr="000D3480">
        <w:rPr>
          <w:rFonts w:ascii="ＭＳ 明朝" w:hAnsi="ＭＳ 明朝" w:hint="eastAsia"/>
          <w:szCs w:val="21"/>
        </w:rPr>
        <w:t>２　公告年月日</w:t>
      </w:r>
    </w:p>
    <w:p w14:paraId="62606D55" w14:textId="2A0449A8" w:rsidR="00BF5174" w:rsidRPr="00DB72BC" w:rsidRDefault="0080772B" w:rsidP="00BF517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839BA" w:rsidRPr="00A839BA">
        <w:rPr>
          <w:rFonts w:ascii="ＭＳ 明朝" w:hAnsi="ＭＳ 明朝" w:hint="eastAsia"/>
          <w:szCs w:val="21"/>
        </w:rPr>
        <w:t>令和７年１１月２８日（金）</w:t>
      </w:r>
    </w:p>
    <w:p w14:paraId="284F321E" w14:textId="77777777" w:rsidR="00026825" w:rsidRPr="00026825" w:rsidRDefault="00026825" w:rsidP="00026825">
      <w:pPr>
        <w:pStyle w:val="a3"/>
        <w:wordWrap/>
        <w:spacing w:line="240" w:lineRule="auto"/>
        <w:rPr>
          <w:rFonts w:ascii="ＭＳ 明朝" w:hAnsi="ＭＳ 明朝"/>
        </w:rPr>
      </w:pPr>
    </w:p>
    <w:p w14:paraId="01427362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  <w:r w:rsidRPr="000D3480">
        <w:rPr>
          <w:rFonts w:hAnsi="ＭＳ 明朝" w:hint="eastAsia"/>
          <w:szCs w:val="22"/>
        </w:rPr>
        <w:t>３　金額</w:t>
      </w:r>
    </w:p>
    <w:p w14:paraId="6D5118D7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>金　　　　　　　　　　　　　　　　　　円</w:t>
      </w:r>
    </w:p>
    <w:p w14:paraId="5B32F0AF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4C484343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  <w:r w:rsidRPr="000D3480">
        <w:rPr>
          <w:rFonts w:hAnsi="ＭＳ 明朝" w:hint="eastAsia"/>
          <w:szCs w:val="22"/>
        </w:rPr>
        <w:t>４　振込先</w:t>
      </w:r>
    </w:p>
    <w:p w14:paraId="0B494B71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15DFE952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  <w:u w:val="single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>金融機関名　　　　　　　　　銀行　　　　　　　　　　支店</w:t>
      </w:r>
    </w:p>
    <w:p w14:paraId="4A06BC44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7F714F7F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  <w:u w:val="single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 xml:space="preserve">口座名義（ｶﾀｶﾅ）　　　　　　　　　　　　　　　　　　　　</w:t>
      </w:r>
    </w:p>
    <w:p w14:paraId="3903B053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5D903D49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  <w:r w:rsidRPr="000D3480">
        <w:rPr>
          <w:rFonts w:hAnsi="ＭＳ 明朝" w:hint="eastAsia"/>
          <w:szCs w:val="22"/>
        </w:rPr>
        <w:t xml:space="preserve">　　当座預金・普通預金</w:t>
      </w:r>
    </w:p>
    <w:p w14:paraId="018C1142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</w:rPr>
      </w:pPr>
    </w:p>
    <w:p w14:paraId="757ECE7D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  <w:u w:val="single"/>
        </w:rPr>
      </w:pPr>
      <w:r w:rsidRPr="000D3480">
        <w:rPr>
          <w:rFonts w:hAnsi="ＭＳ 明朝" w:hint="eastAsia"/>
          <w:szCs w:val="22"/>
        </w:rPr>
        <w:t xml:space="preserve">　　</w:t>
      </w:r>
      <w:r w:rsidRPr="000D3480">
        <w:rPr>
          <w:rFonts w:hAnsi="ＭＳ 明朝" w:hint="eastAsia"/>
          <w:szCs w:val="22"/>
          <w:u w:val="single"/>
        </w:rPr>
        <w:t xml:space="preserve">口座番号　　　　　　　　　　　　　　　　</w:t>
      </w:r>
    </w:p>
    <w:p w14:paraId="1CC4967D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  <w:u w:val="single"/>
        </w:rPr>
      </w:pPr>
    </w:p>
    <w:p w14:paraId="3CCDE8D7" w14:textId="77777777" w:rsidR="007712FE" w:rsidRPr="000D3480" w:rsidRDefault="007712FE" w:rsidP="007712FE">
      <w:pPr>
        <w:spacing w:line="324" w:lineRule="exact"/>
        <w:ind w:left="226" w:hanging="226"/>
        <w:rPr>
          <w:rFonts w:hAnsi="ＭＳ 明朝"/>
          <w:szCs w:val="22"/>
          <w:u w:val="single"/>
        </w:rPr>
      </w:pPr>
    </w:p>
    <w:p w14:paraId="426A591F" w14:textId="77777777" w:rsidR="007712FE" w:rsidRPr="000D3480" w:rsidRDefault="007712FE" w:rsidP="000D3480">
      <w:pPr>
        <w:spacing w:line="320" w:lineRule="atLeast"/>
        <w:ind w:firstLineChars="166" w:firstLine="365"/>
        <w:rPr>
          <w:rFonts w:ascii="ＭＳ 明朝" w:hAnsi="ＭＳ 明朝"/>
          <w:szCs w:val="21"/>
        </w:rPr>
      </w:pPr>
      <w:r w:rsidRPr="000D3480">
        <w:rPr>
          <w:rFonts w:ascii="ＭＳ 明朝" w:hAnsi="ＭＳ 明朝" w:hint="eastAsia"/>
          <w:sz w:val="22"/>
          <w:szCs w:val="22"/>
        </w:rPr>
        <w:t>【連絡先】</w:t>
      </w:r>
      <w:r w:rsidR="00BF5174">
        <w:rPr>
          <w:rFonts w:ascii="ＭＳ 明朝" w:hAnsi="ＭＳ 明朝" w:hint="eastAsia"/>
          <w:sz w:val="22"/>
          <w:szCs w:val="22"/>
        </w:rPr>
        <w:t xml:space="preserve"> </w:t>
      </w:r>
      <w:r w:rsidRPr="000D3480">
        <w:rPr>
          <w:rFonts w:ascii="ＭＳ 明朝" w:hAnsi="ＭＳ 明朝" w:hint="eastAsia"/>
          <w:szCs w:val="21"/>
        </w:rPr>
        <w:t>（担当者所属）　　　　　　　　　　（担当者氏名）</w:t>
      </w:r>
    </w:p>
    <w:p w14:paraId="04E9CC03" w14:textId="77777777" w:rsidR="007712FE" w:rsidRPr="000D3480" w:rsidRDefault="00BF5174" w:rsidP="00BF5174">
      <w:pPr>
        <w:spacing w:line="32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</w:t>
      </w:r>
      <w:r w:rsidR="00E950B1">
        <w:rPr>
          <w:rFonts w:ascii="ＭＳ 明朝" w:hAnsi="ＭＳ 明朝" w:hint="eastAsia"/>
          <w:szCs w:val="21"/>
        </w:rPr>
        <w:t xml:space="preserve"> </w:t>
      </w:r>
      <w:r w:rsidR="007712FE" w:rsidRPr="000D3480">
        <w:rPr>
          <w:rFonts w:ascii="ＭＳ 明朝" w:hAnsi="ＭＳ 明朝" w:hint="eastAsia"/>
          <w:szCs w:val="21"/>
        </w:rPr>
        <w:t>（電話番号）　　　　　　　　　　　（ＦＡＸ番号）</w:t>
      </w:r>
    </w:p>
    <w:p w14:paraId="18444916" w14:textId="77777777" w:rsidR="0032239A" w:rsidRDefault="00E950B1" w:rsidP="00E950B1">
      <w:pPr>
        <w:spacing w:line="32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 </w:t>
      </w:r>
    </w:p>
    <w:sectPr w:rsidR="0032239A" w:rsidSect="00AD1122">
      <w:pgSz w:w="11906" w:h="16838" w:code="9"/>
      <w:pgMar w:top="1134" w:right="1418" w:bottom="1418" w:left="1418" w:header="720" w:footer="720" w:gutter="0"/>
      <w:cols w:space="720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6595" w14:textId="77777777" w:rsidR="0043538E" w:rsidRDefault="0043538E" w:rsidP="009555BA">
      <w:r>
        <w:separator/>
      </w:r>
    </w:p>
  </w:endnote>
  <w:endnote w:type="continuationSeparator" w:id="0">
    <w:p w14:paraId="4AB6B282" w14:textId="77777777" w:rsidR="0043538E" w:rsidRDefault="0043538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EDA36" w14:textId="77777777" w:rsidR="0043538E" w:rsidRDefault="0043538E" w:rsidP="009555BA">
      <w:r>
        <w:separator/>
      </w:r>
    </w:p>
  </w:footnote>
  <w:footnote w:type="continuationSeparator" w:id="0">
    <w:p w14:paraId="5A202F2E" w14:textId="77777777" w:rsidR="0043538E" w:rsidRDefault="0043538E" w:rsidP="00955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00A3"/>
    <w:rsid w:val="0000643C"/>
    <w:rsid w:val="00006B41"/>
    <w:rsid w:val="0000705C"/>
    <w:rsid w:val="00020D0D"/>
    <w:rsid w:val="00026825"/>
    <w:rsid w:val="00032972"/>
    <w:rsid w:val="0004094D"/>
    <w:rsid w:val="00041E9A"/>
    <w:rsid w:val="00072A81"/>
    <w:rsid w:val="000808A1"/>
    <w:rsid w:val="000917C1"/>
    <w:rsid w:val="00091B40"/>
    <w:rsid w:val="000927A5"/>
    <w:rsid w:val="00096A59"/>
    <w:rsid w:val="000D2579"/>
    <w:rsid w:val="000D3480"/>
    <w:rsid w:val="000D3853"/>
    <w:rsid w:val="000E3282"/>
    <w:rsid w:val="000E4912"/>
    <w:rsid w:val="00134017"/>
    <w:rsid w:val="00142D9A"/>
    <w:rsid w:val="00152400"/>
    <w:rsid w:val="001730C4"/>
    <w:rsid w:val="001A649F"/>
    <w:rsid w:val="001A69C6"/>
    <w:rsid w:val="001B526C"/>
    <w:rsid w:val="001D35CA"/>
    <w:rsid w:val="001E1375"/>
    <w:rsid w:val="00200DF6"/>
    <w:rsid w:val="0022223D"/>
    <w:rsid w:val="00227635"/>
    <w:rsid w:val="0024252E"/>
    <w:rsid w:val="0024327A"/>
    <w:rsid w:val="00244A26"/>
    <w:rsid w:val="00254DF8"/>
    <w:rsid w:val="002850AA"/>
    <w:rsid w:val="0028628D"/>
    <w:rsid w:val="002976DD"/>
    <w:rsid w:val="002A079A"/>
    <w:rsid w:val="002A3E13"/>
    <w:rsid w:val="002A4A67"/>
    <w:rsid w:val="002A64EA"/>
    <w:rsid w:val="002B12EF"/>
    <w:rsid w:val="002B7898"/>
    <w:rsid w:val="002C3F1F"/>
    <w:rsid w:val="002C71C3"/>
    <w:rsid w:val="002D3BE9"/>
    <w:rsid w:val="002E5FF1"/>
    <w:rsid w:val="002F6126"/>
    <w:rsid w:val="00313D93"/>
    <w:rsid w:val="0032239A"/>
    <w:rsid w:val="003300CC"/>
    <w:rsid w:val="00345727"/>
    <w:rsid w:val="00346359"/>
    <w:rsid w:val="003467B7"/>
    <w:rsid w:val="00362E1E"/>
    <w:rsid w:val="00367BFF"/>
    <w:rsid w:val="0038220F"/>
    <w:rsid w:val="00383598"/>
    <w:rsid w:val="00386A72"/>
    <w:rsid w:val="003923A6"/>
    <w:rsid w:val="003A5B13"/>
    <w:rsid w:val="003C4B7E"/>
    <w:rsid w:val="003E63F9"/>
    <w:rsid w:val="003E6AC6"/>
    <w:rsid w:val="003F3CE3"/>
    <w:rsid w:val="003F5812"/>
    <w:rsid w:val="003F61B6"/>
    <w:rsid w:val="00410EAD"/>
    <w:rsid w:val="0041104B"/>
    <w:rsid w:val="0043538E"/>
    <w:rsid w:val="004422DD"/>
    <w:rsid w:val="004676CC"/>
    <w:rsid w:val="004838C3"/>
    <w:rsid w:val="00483EF5"/>
    <w:rsid w:val="00486FB7"/>
    <w:rsid w:val="00493EE4"/>
    <w:rsid w:val="00495869"/>
    <w:rsid w:val="004B1280"/>
    <w:rsid w:val="004C67F4"/>
    <w:rsid w:val="004D7D09"/>
    <w:rsid w:val="004E6708"/>
    <w:rsid w:val="004F48AB"/>
    <w:rsid w:val="00516691"/>
    <w:rsid w:val="00535641"/>
    <w:rsid w:val="00536B02"/>
    <w:rsid w:val="00543D4B"/>
    <w:rsid w:val="00544087"/>
    <w:rsid w:val="005726E4"/>
    <w:rsid w:val="005759F3"/>
    <w:rsid w:val="0057689A"/>
    <w:rsid w:val="0058571F"/>
    <w:rsid w:val="0058580E"/>
    <w:rsid w:val="00591A6F"/>
    <w:rsid w:val="005A15C9"/>
    <w:rsid w:val="005B46BA"/>
    <w:rsid w:val="005B781E"/>
    <w:rsid w:val="005B7AA3"/>
    <w:rsid w:val="005C2362"/>
    <w:rsid w:val="005C5F9D"/>
    <w:rsid w:val="005D0696"/>
    <w:rsid w:val="005D5D19"/>
    <w:rsid w:val="005E7389"/>
    <w:rsid w:val="005F270A"/>
    <w:rsid w:val="00601FA8"/>
    <w:rsid w:val="00604FD2"/>
    <w:rsid w:val="00612D6A"/>
    <w:rsid w:val="00614F7F"/>
    <w:rsid w:val="00616BAE"/>
    <w:rsid w:val="006177B5"/>
    <w:rsid w:val="00617E5C"/>
    <w:rsid w:val="006324F0"/>
    <w:rsid w:val="00634E31"/>
    <w:rsid w:val="00641BF0"/>
    <w:rsid w:val="00660A0F"/>
    <w:rsid w:val="006800E1"/>
    <w:rsid w:val="006819E8"/>
    <w:rsid w:val="006A56FB"/>
    <w:rsid w:val="006A71AC"/>
    <w:rsid w:val="006B3A06"/>
    <w:rsid w:val="006B3BBB"/>
    <w:rsid w:val="006D27EE"/>
    <w:rsid w:val="00701580"/>
    <w:rsid w:val="00704427"/>
    <w:rsid w:val="00715F8C"/>
    <w:rsid w:val="00720E09"/>
    <w:rsid w:val="00723E96"/>
    <w:rsid w:val="00743301"/>
    <w:rsid w:val="007513C4"/>
    <w:rsid w:val="007525C8"/>
    <w:rsid w:val="00753E32"/>
    <w:rsid w:val="00761B95"/>
    <w:rsid w:val="007712FE"/>
    <w:rsid w:val="00795DE9"/>
    <w:rsid w:val="007B6136"/>
    <w:rsid w:val="007E2995"/>
    <w:rsid w:val="00803FD9"/>
    <w:rsid w:val="00804684"/>
    <w:rsid w:val="0080772B"/>
    <w:rsid w:val="008333F5"/>
    <w:rsid w:val="00837937"/>
    <w:rsid w:val="00855FFC"/>
    <w:rsid w:val="00860EE7"/>
    <w:rsid w:val="008679D8"/>
    <w:rsid w:val="0088089C"/>
    <w:rsid w:val="008D7FD1"/>
    <w:rsid w:val="008E4098"/>
    <w:rsid w:val="008F59AE"/>
    <w:rsid w:val="009067EF"/>
    <w:rsid w:val="009069A8"/>
    <w:rsid w:val="00907EF7"/>
    <w:rsid w:val="0091093B"/>
    <w:rsid w:val="00915FE2"/>
    <w:rsid w:val="009549B3"/>
    <w:rsid w:val="009555BA"/>
    <w:rsid w:val="0096484B"/>
    <w:rsid w:val="00981EA1"/>
    <w:rsid w:val="00991FBB"/>
    <w:rsid w:val="0099655A"/>
    <w:rsid w:val="009C0810"/>
    <w:rsid w:val="009D480D"/>
    <w:rsid w:val="009D7E62"/>
    <w:rsid w:val="009F5783"/>
    <w:rsid w:val="00A12C58"/>
    <w:rsid w:val="00A1767C"/>
    <w:rsid w:val="00A21999"/>
    <w:rsid w:val="00A25381"/>
    <w:rsid w:val="00A52B2D"/>
    <w:rsid w:val="00A640CA"/>
    <w:rsid w:val="00A66F38"/>
    <w:rsid w:val="00A839BA"/>
    <w:rsid w:val="00A8448D"/>
    <w:rsid w:val="00AD1122"/>
    <w:rsid w:val="00AD13FA"/>
    <w:rsid w:val="00AD2496"/>
    <w:rsid w:val="00AD487F"/>
    <w:rsid w:val="00AE2E0A"/>
    <w:rsid w:val="00AF233F"/>
    <w:rsid w:val="00AF6F56"/>
    <w:rsid w:val="00AF7DDF"/>
    <w:rsid w:val="00B04AD7"/>
    <w:rsid w:val="00B12EA3"/>
    <w:rsid w:val="00B31860"/>
    <w:rsid w:val="00B42848"/>
    <w:rsid w:val="00B42C88"/>
    <w:rsid w:val="00B53845"/>
    <w:rsid w:val="00B62A26"/>
    <w:rsid w:val="00B653F4"/>
    <w:rsid w:val="00B7092F"/>
    <w:rsid w:val="00B772ED"/>
    <w:rsid w:val="00B858D7"/>
    <w:rsid w:val="00B93E2F"/>
    <w:rsid w:val="00BA0520"/>
    <w:rsid w:val="00BB6992"/>
    <w:rsid w:val="00BE24F4"/>
    <w:rsid w:val="00BF1317"/>
    <w:rsid w:val="00BF5126"/>
    <w:rsid w:val="00BF5174"/>
    <w:rsid w:val="00C04328"/>
    <w:rsid w:val="00C1046E"/>
    <w:rsid w:val="00C212A5"/>
    <w:rsid w:val="00C24C38"/>
    <w:rsid w:val="00C32AA7"/>
    <w:rsid w:val="00C5015D"/>
    <w:rsid w:val="00C62EB0"/>
    <w:rsid w:val="00C71516"/>
    <w:rsid w:val="00C85C18"/>
    <w:rsid w:val="00CA39BF"/>
    <w:rsid w:val="00CB08EB"/>
    <w:rsid w:val="00CC390B"/>
    <w:rsid w:val="00CD2904"/>
    <w:rsid w:val="00CD7BE1"/>
    <w:rsid w:val="00CE1CE0"/>
    <w:rsid w:val="00CE39FF"/>
    <w:rsid w:val="00D250FC"/>
    <w:rsid w:val="00D4241B"/>
    <w:rsid w:val="00D608AF"/>
    <w:rsid w:val="00D61DEE"/>
    <w:rsid w:val="00D64260"/>
    <w:rsid w:val="00D64531"/>
    <w:rsid w:val="00D71F8A"/>
    <w:rsid w:val="00D84F1D"/>
    <w:rsid w:val="00D858E7"/>
    <w:rsid w:val="00D90DC6"/>
    <w:rsid w:val="00D9103E"/>
    <w:rsid w:val="00D93707"/>
    <w:rsid w:val="00D952BD"/>
    <w:rsid w:val="00DB01FB"/>
    <w:rsid w:val="00DB6AC2"/>
    <w:rsid w:val="00DB72BC"/>
    <w:rsid w:val="00DD2591"/>
    <w:rsid w:val="00DD3443"/>
    <w:rsid w:val="00DE0F15"/>
    <w:rsid w:val="00DF1B79"/>
    <w:rsid w:val="00DF43DA"/>
    <w:rsid w:val="00DF51BD"/>
    <w:rsid w:val="00E24587"/>
    <w:rsid w:val="00E27F92"/>
    <w:rsid w:val="00E64260"/>
    <w:rsid w:val="00E75BC3"/>
    <w:rsid w:val="00E843FE"/>
    <w:rsid w:val="00E91CA8"/>
    <w:rsid w:val="00E950B1"/>
    <w:rsid w:val="00E95DD5"/>
    <w:rsid w:val="00EA385B"/>
    <w:rsid w:val="00EB4C3D"/>
    <w:rsid w:val="00EC0321"/>
    <w:rsid w:val="00EC551A"/>
    <w:rsid w:val="00EF0F62"/>
    <w:rsid w:val="00EF1B40"/>
    <w:rsid w:val="00EF6B8A"/>
    <w:rsid w:val="00F071DF"/>
    <w:rsid w:val="00F14878"/>
    <w:rsid w:val="00F21A31"/>
    <w:rsid w:val="00F27BBF"/>
    <w:rsid w:val="00F41EA0"/>
    <w:rsid w:val="00F44234"/>
    <w:rsid w:val="00F54979"/>
    <w:rsid w:val="00F61C48"/>
    <w:rsid w:val="00F64685"/>
    <w:rsid w:val="00F65747"/>
    <w:rsid w:val="00F673C7"/>
    <w:rsid w:val="00F73DA5"/>
    <w:rsid w:val="00F74F24"/>
    <w:rsid w:val="00F77942"/>
    <w:rsid w:val="00F91011"/>
    <w:rsid w:val="00F957DD"/>
    <w:rsid w:val="00F97D8C"/>
    <w:rsid w:val="00FA26A4"/>
    <w:rsid w:val="00FA4337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2F9C2"/>
  <w15:chartTrackingRefBased/>
  <w15:docId w15:val="{BEF24FE9-DE96-40C6-9969-5B5CA527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1D35CA"/>
  </w:style>
  <w:style w:type="character" w:customStyle="1" w:styleId="ae">
    <w:name w:val="日付 (文字)"/>
    <w:link w:val="ad"/>
    <w:rsid w:val="001D35CA"/>
    <w:rPr>
      <w:kern w:val="2"/>
      <w:sz w:val="21"/>
      <w:szCs w:val="24"/>
    </w:rPr>
  </w:style>
  <w:style w:type="character" w:styleId="af">
    <w:name w:val="Hyperlink"/>
    <w:rsid w:val="00493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52100\Download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1</Pages>
  <Words>218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subject/>
  <dc:creator>埼玉県</dc:creator>
  <cp:keywords/>
  <cp:lastModifiedBy>横田 直樹</cp:lastModifiedBy>
  <cp:revision>3</cp:revision>
  <cp:lastPrinted>2014-09-09T09:28:00Z</cp:lastPrinted>
  <dcterms:created xsi:type="dcterms:W3CDTF">2025-08-06T04:16:00Z</dcterms:created>
  <dcterms:modified xsi:type="dcterms:W3CDTF">2025-11-26T01:35:00Z</dcterms:modified>
</cp:coreProperties>
</file>